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698AF" w14:textId="77777777" w:rsidR="008E340B" w:rsidRPr="009017E7" w:rsidRDefault="008E340B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  <w:lang w:val="en-US"/>
        </w:rPr>
      </w:pPr>
      <w:r w:rsidRPr="009017E7">
        <w:rPr>
          <w:b/>
          <w:bCs/>
          <w:color w:val="000000" w:themeColor="text1"/>
        </w:rPr>
        <w:t>ПОКАНА</w:t>
      </w:r>
    </w:p>
    <w:p w14:paraId="47EC6377" w14:textId="6E35DEC7" w:rsidR="008E340B" w:rsidRPr="009017E7" w:rsidRDefault="008E340B" w:rsidP="00EC1D39">
      <w:pPr>
        <w:spacing w:before="0" w:after="165"/>
        <w:ind w:firstLine="0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ЗА УЧАСТИЕ В</w:t>
      </w:r>
      <w:r w:rsidRPr="009017E7">
        <w:rPr>
          <w:b/>
          <w:bCs/>
          <w:color w:val="000000" w:themeColor="text1"/>
        </w:rPr>
        <w:t xml:space="preserve"> ИЗБОР</w:t>
      </w:r>
      <w:r>
        <w:rPr>
          <w:b/>
          <w:bCs/>
          <w:color w:val="000000" w:themeColor="text1"/>
        </w:rPr>
        <w:t>А</w:t>
      </w:r>
      <w:r w:rsidRPr="009017E7">
        <w:rPr>
          <w:b/>
          <w:bCs/>
          <w:color w:val="000000" w:themeColor="text1"/>
        </w:rPr>
        <w:t xml:space="preserve"> НА ЮРИДИЧЕСКИ ЛИЦА С НЕСТОПАНСКА ЦЕЛ ЗА ОБЩЕСТВЕНОПОЛЕЗНА ДЕЙНОСТ, </w:t>
      </w:r>
      <w:r w:rsidR="00F13130">
        <w:rPr>
          <w:b/>
          <w:bCs/>
          <w:color w:val="000000" w:themeColor="text1"/>
        </w:rPr>
        <w:t>ЧИИТО ПРЕДСТАВИТЕЛИ ДА БЪДАТ</w:t>
      </w:r>
      <w:r w:rsidR="00E46AF6">
        <w:rPr>
          <w:b/>
          <w:bCs/>
          <w:color w:val="000000" w:themeColor="text1"/>
        </w:rPr>
        <w:t xml:space="preserve"> </w:t>
      </w:r>
      <w:r w:rsidR="00F13130">
        <w:rPr>
          <w:b/>
          <w:bCs/>
          <w:color w:val="000000" w:themeColor="text1"/>
        </w:rPr>
        <w:t xml:space="preserve">ВКЛЮЧЕНИ В </w:t>
      </w:r>
      <w:r w:rsidRPr="009017E7">
        <w:rPr>
          <w:b/>
          <w:bCs/>
          <w:color w:val="000000" w:themeColor="text1"/>
        </w:rPr>
        <w:t xml:space="preserve"> СЪСТАВА </w:t>
      </w:r>
      <w:r w:rsidR="00EC1D39">
        <w:rPr>
          <w:b/>
          <w:bCs/>
          <w:color w:val="000000" w:themeColor="text1"/>
        </w:rPr>
        <w:t>НА РЕГИОНАЛНИТЕ</w:t>
      </w:r>
      <w:r w:rsidR="005E6192">
        <w:rPr>
          <w:b/>
          <w:bCs/>
          <w:color w:val="000000" w:themeColor="text1"/>
        </w:rPr>
        <w:t xml:space="preserve"> СЪВЕТ</w:t>
      </w:r>
      <w:r w:rsidR="00EC1D39">
        <w:rPr>
          <w:b/>
          <w:bCs/>
          <w:color w:val="000000" w:themeColor="text1"/>
        </w:rPr>
        <w:t xml:space="preserve">И ЗА РАЗВИТИЕ НА </w:t>
      </w:r>
      <w:r w:rsidR="005E6192">
        <w:rPr>
          <w:b/>
          <w:bCs/>
          <w:color w:val="000000" w:themeColor="text1"/>
        </w:rPr>
        <w:t>РЕГИОН</w:t>
      </w:r>
      <w:r w:rsidR="00EC1D39">
        <w:rPr>
          <w:b/>
          <w:bCs/>
          <w:color w:val="000000" w:themeColor="text1"/>
        </w:rPr>
        <w:t>ИТЕ</w:t>
      </w:r>
      <w:r w:rsidR="005E6192">
        <w:rPr>
          <w:b/>
          <w:bCs/>
          <w:color w:val="000000" w:themeColor="text1"/>
        </w:rPr>
        <w:t xml:space="preserve"> ЗА ПЛАНИРАНЕ </w:t>
      </w:r>
      <w:r w:rsidR="00EC1D39">
        <w:rPr>
          <w:b/>
          <w:bCs/>
          <w:color w:val="000000" w:themeColor="text1"/>
        </w:rPr>
        <w:t>ОТ НИВО 2</w:t>
      </w:r>
    </w:p>
    <w:p w14:paraId="52B0A9AA" w14:textId="77777777" w:rsidR="008E340B" w:rsidRPr="009017E7" w:rsidRDefault="008E340B" w:rsidP="008E340B">
      <w:pPr>
        <w:spacing w:before="0" w:after="165" w:line="255" w:lineRule="atLeast"/>
        <w:ind w:firstLine="0"/>
        <w:jc w:val="both"/>
        <w:rPr>
          <w:color w:val="000000" w:themeColor="text1"/>
          <w:highlight w:val="yellow"/>
        </w:rPr>
      </w:pPr>
    </w:p>
    <w:p w14:paraId="5E69CC00" w14:textId="35D60B57" w:rsidR="008E340B" w:rsidRDefault="008E340B" w:rsidP="008E340B">
      <w:pPr>
        <w:jc w:val="both"/>
        <w:rPr>
          <w:color w:val="000000" w:themeColor="text1"/>
        </w:rPr>
      </w:pPr>
      <w:r>
        <w:t xml:space="preserve">В изпълнение на </w:t>
      </w:r>
      <w:r w:rsidRPr="00E10846">
        <w:rPr>
          <w:color w:val="000000" w:themeColor="text1"/>
        </w:rPr>
        <w:t>чл.</w:t>
      </w:r>
      <w:r w:rsidR="00CE775C">
        <w:rPr>
          <w:color w:val="000000" w:themeColor="text1"/>
        </w:rPr>
        <w:t xml:space="preserve"> 32</w:t>
      </w:r>
      <w:r w:rsidR="00AA797E">
        <w:rPr>
          <w:color w:val="000000" w:themeColor="text1"/>
        </w:rPr>
        <w:t xml:space="preserve"> </w:t>
      </w:r>
      <w:r w:rsidRPr="00E10846">
        <w:rPr>
          <w:color w:val="000000" w:themeColor="text1"/>
        </w:rPr>
        <w:t>от</w:t>
      </w:r>
      <w:r>
        <w:t xml:space="preserve"> </w:t>
      </w:r>
      <w:r w:rsidR="005E6192">
        <w:t xml:space="preserve">Правилника за прилагане на закона за регионалното развитие, приет с </w:t>
      </w:r>
      <w:r w:rsidRPr="009017E7">
        <w:rPr>
          <w:color w:val="000000" w:themeColor="text1"/>
        </w:rPr>
        <w:t>Постановление</w:t>
      </w:r>
      <w:r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№</w:t>
      </w:r>
      <w:r w:rsidR="00EC1D39">
        <w:rPr>
          <w:color w:val="000000" w:themeColor="text1"/>
        </w:rPr>
        <w:t xml:space="preserve"> 183 от 4 август</w:t>
      </w:r>
      <w:r w:rsidR="00AA797E">
        <w:rPr>
          <w:color w:val="000000" w:themeColor="text1"/>
        </w:rPr>
        <w:t xml:space="preserve"> 2020</w:t>
      </w:r>
      <w:r w:rsidRPr="009017E7">
        <w:rPr>
          <w:color w:val="000000" w:themeColor="text1"/>
        </w:rPr>
        <w:t xml:space="preserve"> г. на Министерския съвет</w:t>
      </w:r>
      <w:r w:rsidRPr="0056151B">
        <w:t xml:space="preserve"> </w:t>
      </w:r>
      <w:r w:rsidRPr="009017E7">
        <w:rPr>
          <w:color w:val="000000" w:themeColor="text1"/>
        </w:rPr>
        <w:t xml:space="preserve">Министерство на регионалното развитие и благоустройството (МРРБ) </w:t>
      </w:r>
      <w:r w:rsidRPr="009017E7">
        <w:rPr>
          <w:b/>
          <w:color w:val="000000" w:themeColor="text1"/>
        </w:rPr>
        <w:t xml:space="preserve">стартира процедура за избор на юридически лица с нестопанска цел </w:t>
      </w:r>
      <w:r w:rsidR="004F2692">
        <w:rPr>
          <w:b/>
          <w:color w:val="000000" w:themeColor="text1"/>
        </w:rPr>
        <w:t xml:space="preserve">(ЮЛНЦ) </w:t>
      </w:r>
      <w:r w:rsidRPr="009017E7">
        <w:rPr>
          <w:b/>
          <w:color w:val="000000" w:themeColor="text1"/>
        </w:rPr>
        <w:t xml:space="preserve">за общественополезна дейност, чиито представители да </w:t>
      </w:r>
      <w:r w:rsidR="00B13FB4">
        <w:rPr>
          <w:b/>
          <w:color w:val="000000" w:themeColor="text1"/>
        </w:rPr>
        <w:t>бъдат</w:t>
      </w:r>
      <w:r w:rsidR="00B13FB4" w:rsidRPr="00B13FB4">
        <w:rPr>
          <w:b/>
          <w:color w:val="000000" w:themeColor="text1"/>
        </w:rPr>
        <w:t xml:space="preserve"> включ</w:t>
      </w:r>
      <w:r w:rsidR="00B13FB4">
        <w:rPr>
          <w:b/>
          <w:color w:val="000000" w:themeColor="text1"/>
        </w:rPr>
        <w:t>ени</w:t>
      </w:r>
      <w:r w:rsidR="00B13FB4" w:rsidRPr="00B13FB4">
        <w:rPr>
          <w:b/>
          <w:color w:val="000000" w:themeColor="text1"/>
        </w:rPr>
        <w:t xml:space="preserve"> в състава на регионалните съвети за развитие </w:t>
      </w:r>
      <w:r w:rsidRPr="009017E7">
        <w:rPr>
          <w:color w:val="000000" w:themeColor="text1"/>
        </w:rPr>
        <w:t>и</w:t>
      </w:r>
      <w:r w:rsidRPr="009017E7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кани </w:t>
      </w:r>
      <w:r>
        <w:rPr>
          <w:color w:val="000000" w:themeColor="text1"/>
        </w:rPr>
        <w:t xml:space="preserve">за участие в избора </w:t>
      </w:r>
      <w:r w:rsidR="004F2692">
        <w:rPr>
          <w:color w:val="000000" w:themeColor="text1"/>
        </w:rPr>
        <w:t>следните групи ЮЛНЦ</w:t>
      </w:r>
      <w:r w:rsidRPr="009017E7">
        <w:rPr>
          <w:bCs/>
          <w:color w:val="000000" w:themeColor="text1"/>
        </w:rPr>
        <w:t xml:space="preserve"> за общественополезна дейност</w:t>
      </w:r>
      <w:r w:rsidRPr="009017E7">
        <w:rPr>
          <w:color w:val="000000" w:themeColor="text1"/>
        </w:rPr>
        <w:t>:</w:t>
      </w:r>
    </w:p>
    <w:p w14:paraId="1BC415C3" w14:textId="77777777" w:rsidR="0016192D" w:rsidRPr="0016192D" w:rsidRDefault="0016192D" w:rsidP="0016192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организации, работещи в сферата на равенството между мъжете и жените, </w:t>
      </w:r>
      <w:proofErr w:type="spellStart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недискриминацията</w:t>
      </w:r>
      <w:proofErr w:type="spellEnd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, равните възможности, социалното включване и интегрирането на </w:t>
      </w:r>
      <w:proofErr w:type="spellStart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маргинализираните</w:t>
      </w:r>
      <w:proofErr w:type="spellEnd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 групи;</w:t>
      </w:r>
    </w:p>
    <w:p w14:paraId="4C8393AF" w14:textId="77777777" w:rsidR="0016192D" w:rsidRPr="0016192D" w:rsidRDefault="0016192D" w:rsidP="0016192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екологични организации и организации, работещи в сферата на образованието, науката и културата;</w:t>
      </w:r>
    </w:p>
    <w:p w14:paraId="6EC5831A" w14:textId="0D503767" w:rsidR="0016192D" w:rsidRDefault="0016192D" w:rsidP="00B13FB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агенции за регионално развитие. </w:t>
      </w:r>
    </w:p>
    <w:p w14:paraId="596A18CC" w14:textId="73A6AA16" w:rsidR="00E65D13" w:rsidRPr="00E65D13" w:rsidRDefault="00E65D13" w:rsidP="00E65D13">
      <w:pPr>
        <w:jc w:val="both"/>
      </w:pPr>
      <w:r w:rsidRPr="00E65D13">
        <w:t xml:space="preserve">Избраните представители </w:t>
      </w:r>
      <w:r>
        <w:t xml:space="preserve">от групата на </w:t>
      </w:r>
      <w:r w:rsidRPr="00E65D13">
        <w:t>юридически</w:t>
      </w:r>
      <w:r>
        <w:t>те</w:t>
      </w:r>
      <w:r w:rsidRPr="00E65D13">
        <w:t xml:space="preserve"> лица с нестопанска цел за общественополезна дейност ще участват в заседанията на регионалния съвет за развитие с право на съвещателен глас, в качеството им на наблюдатели. Те ще имат право на глас в процеса на подбор на проекти, които ще се реализират с европейско финансиране на територията на съответния регион за планиране от ниво 2.</w:t>
      </w:r>
    </w:p>
    <w:p w14:paraId="53BB6150" w14:textId="28376119" w:rsidR="00BF04DB" w:rsidRDefault="00BF04DB" w:rsidP="008E340B">
      <w:pPr>
        <w:jc w:val="both"/>
        <w:rPr>
          <w:color w:val="000000" w:themeColor="text1"/>
        </w:rPr>
      </w:pPr>
      <w:r w:rsidRPr="00BF04DB">
        <w:rPr>
          <w:color w:val="000000" w:themeColor="text1"/>
        </w:rPr>
        <w:t xml:space="preserve">В срок до 15 работни дни от датата на публикуване на поканата всяко заинтересовано юридическо лице с нестопанска цел за общественополезна дейност от посочените по-горе групи </w:t>
      </w:r>
      <w:r>
        <w:rPr>
          <w:color w:val="000000" w:themeColor="text1"/>
        </w:rPr>
        <w:t>може да подаде</w:t>
      </w:r>
      <w:r w:rsidRPr="00BF04DB">
        <w:rPr>
          <w:color w:val="000000" w:themeColor="text1"/>
        </w:rPr>
        <w:t xml:space="preserve"> писмено заявление за участие (по образеца </w:t>
      </w:r>
      <w:r w:rsidRPr="00BF04DB">
        <w:rPr>
          <w:color w:val="000000" w:themeColor="text1"/>
        </w:rPr>
        <w:lastRenderedPageBreak/>
        <w:t>съгласно Приложение 1) в деловодството на МРРБ, на вниманието на секретаря на регионалния съвет за развитие на съответния регион за планиране от ниво 2:</w:t>
      </w:r>
    </w:p>
    <w:p w14:paraId="29005414" w14:textId="77777777" w:rsidR="00EC1D39" w:rsidRPr="00EE5EE1" w:rsidRDefault="00EC1D39" w:rsidP="00EE5EE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Северозападен регион за планиране: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г-жа</w:t>
      </w:r>
      <w:r w:rsidRPr="00EE5EE1">
        <w:rPr>
          <w:rFonts w:ascii="Times New Roman" w:hAnsi="Times New Roman"/>
          <w:sz w:val="24"/>
          <w:szCs w:val="24"/>
        </w:rPr>
        <w:t xml:space="preserve"> Боряна </w:t>
      </w:r>
      <w:proofErr w:type="spellStart"/>
      <w:r w:rsidRPr="00EE5EE1">
        <w:rPr>
          <w:rFonts w:ascii="Times New Roman" w:hAnsi="Times New Roman"/>
          <w:sz w:val="24"/>
          <w:szCs w:val="24"/>
        </w:rPr>
        <w:t>Войчева</w:t>
      </w:r>
      <w:proofErr w:type="spellEnd"/>
      <w:r w:rsidRPr="00EE5EE1">
        <w:rPr>
          <w:rFonts w:ascii="Times New Roman" w:hAnsi="Times New Roman"/>
          <w:sz w:val="24"/>
          <w:szCs w:val="24"/>
        </w:rPr>
        <w:t xml:space="preserve"> - Ненкова,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гр. Видин, ул. „Цар Симеон Велики“ 69А, етаж 4.</w:t>
      </w:r>
    </w:p>
    <w:p w14:paraId="0CA65F35" w14:textId="77777777" w:rsidR="00EC1D39" w:rsidRPr="00EE5EE1" w:rsidRDefault="00EC1D39" w:rsidP="00EE5EE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>Северен централен регион за планиране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: г-жа Тамара Кулева, гр. Русе, пл. „Свобода“ 6, етаж 6.</w:t>
      </w:r>
    </w:p>
    <w:p w14:paraId="659F22DB" w14:textId="77777777" w:rsidR="00EC1D39" w:rsidRPr="00EE5EE1" w:rsidRDefault="00EC1D39" w:rsidP="00EE5EE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>Североизточен регион за планиране:</w:t>
      </w:r>
      <w:r w:rsidRPr="00EE5EE1">
        <w:rPr>
          <w:rFonts w:ascii="Times New Roman" w:hAnsi="Times New Roman"/>
          <w:sz w:val="24"/>
          <w:szCs w:val="24"/>
        </w:rPr>
        <w:t xml:space="preserve"> г-жа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Антонина Дончева,</w:t>
      </w:r>
      <w:r w:rsidRPr="00EE5EE1">
        <w:rPr>
          <w:rFonts w:ascii="Times New Roman" w:hAnsi="Times New Roman"/>
          <w:sz w:val="24"/>
          <w:szCs w:val="24"/>
        </w:rPr>
        <w:t xml:space="preserve">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гр. Варна, ул. „Д-р </w:t>
      </w:r>
      <w:proofErr w:type="spellStart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Пискюлиев</w:t>
      </w:r>
      <w:proofErr w:type="spellEnd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“ 3, Етаж 4.</w:t>
      </w:r>
    </w:p>
    <w:p w14:paraId="25092B03" w14:textId="77777777" w:rsidR="00EC1D39" w:rsidRPr="00EE5EE1" w:rsidRDefault="00EC1D39" w:rsidP="00EE5EE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Югозападен регион за планиране: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г-жа </w:t>
      </w:r>
      <w:proofErr w:type="spellStart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Джени</w:t>
      </w:r>
      <w:proofErr w:type="spellEnd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Узунова, София, </w:t>
      </w:r>
      <w:proofErr w:type="spellStart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Геопланпроект</w:t>
      </w:r>
      <w:proofErr w:type="spellEnd"/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, бул. „Цар Борис III“ 215, етаж 8.</w:t>
      </w:r>
    </w:p>
    <w:p w14:paraId="6BC3EACD" w14:textId="77777777" w:rsidR="00EC1D39" w:rsidRPr="00EE5EE1" w:rsidRDefault="00EC1D39" w:rsidP="00EE5EE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>Югоизточен регион за планиране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: г-н Николай Николов, гр. Бургас, бул. „Стефан Стамболов“ 120, етаж 5.</w:t>
      </w:r>
    </w:p>
    <w:p w14:paraId="5613BD12" w14:textId="77777777" w:rsidR="00EC1D39" w:rsidRPr="00EE5EE1" w:rsidRDefault="00EC1D39" w:rsidP="005B6271">
      <w:pPr>
        <w:pStyle w:val="ListParagraph"/>
        <w:numPr>
          <w:ilvl w:val="0"/>
          <w:numId w:val="6"/>
        </w:numPr>
        <w:spacing w:after="12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E5EE1">
        <w:rPr>
          <w:rFonts w:ascii="Times New Roman" w:hAnsi="Times New Roman"/>
          <w:b/>
          <w:bCs/>
          <w:color w:val="000000" w:themeColor="text1"/>
          <w:sz w:val="24"/>
          <w:szCs w:val="24"/>
        </w:rPr>
        <w:t>Южен централен регион за планиране:</w:t>
      </w:r>
      <w:r w:rsidRPr="00EE5EE1">
        <w:rPr>
          <w:rFonts w:ascii="Times New Roman" w:hAnsi="Times New Roman"/>
          <w:sz w:val="24"/>
          <w:szCs w:val="24"/>
        </w:rPr>
        <w:t xml:space="preserve"> г-н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Юлиян Моллов,</w:t>
      </w:r>
      <w:r w:rsidRPr="00EE5EE1">
        <w:rPr>
          <w:rFonts w:ascii="Times New Roman" w:hAnsi="Times New Roman"/>
          <w:sz w:val="24"/>
          <w:szCs w:val="24"/>
        </w:rPr>
        <w:t xml:space="preserve"> гр. </w:t>
      </w:r>
      <w:r w:rsidRPr="00EE5EE1">
        <w:rPr>
          <w:rFonts w:ascii="Times New Roman" w:hAnsi="Times New Roman"/>
          <w:bCs/>
          <w:color w:val="000000" w:themeColor="text1"/>
          <w:sz w:val="24"/>
          <w:szCs w:val="24"/>
        </w:rPr>
        <w:t>Пловдив, ул. „Богомил“ 31, етаж 4.</w:t>
      </w:r>
    </w:p>
    <w:p w14:paraId="3BDD17AB" w14:textId="77777777" w:rsidR="00CA11E6" w:rsidRPr="00CA11E6" w:rsidRDefault="00CA11E6" w:rsidP="00CA11E6">
      <w:pPr>
        <w:jc w:val="both"/>
        <w:rPr>
          <w:color w:val="000000" w:themeColor="text1"/>
        </w:rPr>
      </w:pPr>
      <w:r w:rsidRPr="00CA11E6">
        <w:rPr>
          <w:color w:val="000000" w:themeColor="text1"/>
        </w:rPr>
        <w:t>Към заявлението следва да се приложат следните документи, на хартиен носител или в електронен формат, достъпен в публични регистри на посочен уеб адрес:</w:t>
      </w:r>
    </w:p>
    <w:p w14:paraId="6314D26E" w14:textId="38C36A98" w:rsidR="00851CEC" w:rsidRDefault="00AA5810" w:rsidP="00CA11E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решение на съответния окръжен съд за вписване в регистъра на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или друг документ, доказващ, че юридическото лице е регистрирано по реда на Закона за юридическите лица с нестопанска цел като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за осъществяване на общественополезна дейност най-малко 2 години преди момента на подаване на заявление за участие в процедурата за избор; </w:t>
      </w:r>
    </w:p>
    <w:p w14:paraId="5F9CCF94" w14:textId="77777777" w:rsidR="00481FB7" w:rsidRPr="00481FB7" w:rsidRDefault="00AA5810" w:rsidP="00481FB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документи, доказващи, че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>е действащо и активно осъществява целите си не по-малко от 2 години към момента на подаване на заявлението за участие в процедурата за избор – последните два годишни отчета за дейността на</w:t>
      </w:r>
      <w:r w:rsidR="004F2692" w:rsidRPr="00481F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>ЮЛНЦ</w:t>
      </w:r>
      <w:r w:rsidR="004F2692" w:rsidRPr="00481F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>за осъществяване на общественополезна дейност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; последните две годишни данъчни </w:t>
      </w:r>
      <w:r w:rsidR="00AC0ED2" w:rsidRPr="00851CEC">
        <w:rPr>
          <w:rFonts w:ascii="Times New Roman" w:hAnsi="Times New Roman"/>
          <w:color w:val="000000" w:themeColor="text1"/>
          <w:sz w:val="24"/>
          <w:szCs w:val="24"/>
        </w:rPr>
        <w:t>декларации, подадени към Националната агенция за приходите (ако е приложимо); декларация за предприятия с приходи и разходи под 500 лв. и за предприятия без дейност, подадени в НСИ (ако е приложимо)</w:t>
      </w:r>
      <w:r w:rsidR="0043297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81FB7" w:rsidRPr="00481F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DD43822" w14:textId="77777777" w:rsidR="00481FB7" w:rsidRDefault="00481FB7" w:rsidP="00481FB7">
      <w:pPr>
        <w:ind w:firstLine="709"/>
        <w:jc w:val="both"/>
        <w:sectPr w:rsidR="00481FB7" w:rsidSect="008E340B">
          <w:headerReference w:type="default" r:id="rId7"/>
          <w:footerReference w:type="default" r:id="rId8"/>
          <w:headerReference w:type="first" r:id="rId9"/>
          <w:pgSz w:w="11906" w:h="16838" w:code="9"/>
          <w:pgMar w:top="1444" w:right="1134" w:bottom="993" w:left="1701" w:header="1134" w:footer="567" w:gutter="0"/>
          <w:pgNumType w:start="1"/>
          <w:cols w:space="708"/>
          <w:titlePg/>
          <w:docGrid w:linePitch="360"/>
        </w:sectPr>
      </w:pPr>
    </w:p>
    <w:p w14:paraId="759F524A" w14:textId="67A7CBE2" w:rsidR="00575A2D" w:rsidRPr="00851CEC" w:rsidRDefault="00575A2D" w:rsidP="00EE5EE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BA14D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документи, доказващи, че ЮЛНЦ извършва общественополезна дейност </w:t>
      </w:r>
      <w:r w:rsidR="00BA14D6" w:rsidRPr="00BA14D6">
        <w:rPr>
          <w:rFonts w:ascii="Times New Roman" w:hAnsi="Times New Roman"/>
          <w:color w:val="000000" w:themeColor="text1"/>
          <w:sz w:val="24"/>
          <w:szCs w:val="24"/>
        </w:rPr>
        <w:t>на територията на съответния регион за планиране</w:t>
      </w:r>
      <w:r w:rsidR="00BA14D6">
        <w:rPr>
          <w:rFonts w:ascii="Times New Roman" w:hAnsi="Times New Roman"/>
          <w:color w:val="000000" w:themeColor="text1"/>
          <w:sz w:val="24"/>
          <w:szCs w:val="24"/>
        </w:rPr>
        <w:t xml:space="preserve"> от ниво 2, за който се кандидатства.</w:t>
      </w:r>
    </w:p>
    <w:p w14:paraId="5B4DFDD0" w14:textId="77777777" w:rsidR="00481FB7" w:rsidRDefault="00D55B19" w:rsidP="0043297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Всяко заинтересовано </w:t>
      </w:r>
      <w:r w:rsidR="004F2692">
        <w:rPr>
          <w:color w:val="000000" w:themeColor="text1"/>
        </w:rPr>
        <w:t xml:space="preserve">ЮЛНЦ </w:t>
      </w:r>
      <w:r w:rsidRPr="009017E7">
        <w:rPr>
          <w:color w:val="000000" w:themeColor="text1"/>
        </w:rPr>
        <w:t xml:space="preserve">може да подаде </w:t>
      </w:r>
      <w:r w:rsidRPr="00D55B19">
        <w:rPr>
          <w:color w:val="000000" w:themeColor="text1"/>
        </w:rPr>
        <w:t xml:space="preserve">само едно </w:t>
      </w:r>
      <w:r w:rsidRPr="009017E7">
        <w:rPr>
          <w:color w:val="000000" w:themeColor="text1"/>
        </w:rPr>
        <w:t>заявление.</w:t>
      </w:r>
    </w:p>
    <w:p w14:paraId="29E380AF" w14:textId="75D105A1" w:rsidR="008E340B" w:rsidRPr="00D55B19" w:rsidRDefault="008E340B" w:rsidP="006D3022">
      <w:pPr>
        <w:ind w:firstLine="709"/>
        <w:jc w:val="both"/>
        <w:rPr>
          <w:color w:val="000000" w:themeColor="text1"/>
        </w:rPr>
      </w:pPr>
      <w:r w:rsidRPr="009017E7">
        <w:rPr>
          <w:color w:val="000000" w:themeColor="text1"/>
        </w:rPr>
        <w:t>Юридическите лица с нестопанска цел</w:t>
      </w:r>
      <w:r w:rsidRPr="00D55B19"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за общественополезна дейност</w:t>
      </w:r>
      <w:r>
        <w:rPr>
          <w:color w:val="000000" w:themeColor="text1"/>
        </w:rPr>
        <w:t xml:space="preserve"> от изброените по-горе</w:t>
      </w:r>
      <w:r w:rsidRPr="00D55B19">
        <w:rPr>
          <w:color w:val="000000" w:themeColor="text1"/>
        </w:rPr>
        <w:t xml:space="preserve"> </w:t>
      </w:r>
      <w:r>
        <w:rPr>
          <w:color w:val="000000" w:themeColor="text1"/>
        </w:rPr>
        <w:t>групи</w:t>
      </w:r>
      <w:r w:rsidRPr="00D55B19">
        <w:rPr>
          <w:color w:val="000000" w:themeColor="text1"/>
        </w:rPr>
        <w:t>, които са подали в срока на поканата заявление по образец и</w:t>
      </w:r>
      <w:r w:rsidR="006D3022">
        <w:rPr>
          <w:color w:val="000000" w:themeColor="text1"/>
        </w:rPr>
        <w:t xml:space="preserve"> </w:t>
      </w:r>
      <w:r w:rsidR="004F2692" w:rsidRPr="00D55B19">
        <w:rPr>
          <w:color w:val="000000" w:themeColor="text1"/>
        </w:rPr>
        <w:t xml:space="preserve">отговарят на посочените критерии, ще бъдат уведомени и ще бъдат поканени да </w:t>
      </w:r>
      <w:r w:rsidR="00E930CE">
        <w:rPr>
          <w:color w:val="000000" w:themeColor="text1"/>
        </w:rPr>
        <w:t xml:space="preserve">излъчат </w:t>
      </w:r>
      <w:r w:rsidRPr="00D55B19">
        <w:rPr>
          <w:color w:val="000000" w:themeColor="text1"/>
        </w:rPr>
        <w:t xml:space="preserve">общо за съответната група един основен член и до трима резервни членове за </w:t>
      </w:r>
      <w:r w:rsidR="00851CEC">
        <w:rPr>
          <w:color w:val="000000" w:themeColor="text1"/>
        </w:rPr>
        <w:t xml:space="preserve">включване в състава </w:t>
      </w:r>
      <w:r w:rsidRPr="00D55B19">
        <w:rPr>
          <w:color w:val="000000" w:themeColor="text1"/>
        </w:rPr>
        <w:t xml:space="preserve">на </w:t>
      </w:r>
      <w:r w:rsidR="00406415">
        <w:rPr>
          <w:color w:val="000000" w:themeColor="text1"/>
        </w:rPr>
        <w:t>съответния Регионален</w:t>
      </w:r>
      <w:r w:rsidR="00851CEC">
        <w:rPr>
          <w:color w:val="000000" w:themeColor="text1"/>
        </w:rPr>
        <w:t xml:space="preserve"> съвет за развитие на регион за планиране</w:t>
      </w:r>
      <w:r w:rsidR="00406415">
        <w:rPr>
          <w:color w:val="000000" w:themeColor="text1"/>
        </w:rPr>
        <w:t xml:space="preserve"> от ниво 2</w:t>
      </w:r>
      <w:r w:rsidR="00FD7165">
        <w:rPr>
          <w:color w:val="000000" w:themeColor="text1"/>
        </w:rPr>
        <w:t>.</w:t>
      </w:r>
    </w:p>
    <w:p w14:paraId="17CC913E" w14:textId="77777777" w:rsidR="008E340B" w:rsidRPr="00FD212D" w:rsidRDefault="008E340B" w:rsidP="008E340B">
      <w:pPr>
        <w:rPr>
          <w:b/>
          <w:lang w:val="en-US"/>
        </w:rPr>
      </w:pPr>
    </w:p>
    <w:p w14:paraId="1DECBEEF" w14:textId="2DE7A850" w:rsidR="00CC5AC8" w:rsidRPr="00F13130" w:rsidRDefault="008E340B" w:rsidP="00F13130">
      <w:pPr>
        <w:ind w:left="2835" w:hanging="1984"/>
        <w:jc w:val="both"/>
      </w:pPr>
      <w:r>
        <w:rPr>
          <w:b/>
        </w:rPr>
        <w:t>ПРИЛОЖЕНИ</w:t>
      </w:r>
      <w:r w:rsidR="00A52A40">
        <w:rPr>
          <w:b/>
        </w:rPr>
        <w:t>Е</w:t>
      </w:r>
      <w:r w:rsidRPr="00A503EB">
        <w:t xml:space="preserve">: </w:t>
      </w:r>
      <w:r>
        <w:t>1.</w:t>
      </w:r>
      <w:r w:rsidRPr="00505918">
        <w:rPr>
          <w:b/>
        </w:rPr>
        <w:t xml:space="preserve"> </w:t>
      </w:r>
      <w:r w:rsidRPr="00505918">
        <w:t xml:space="preserve">Заявление </w:t>
      </w:r>
      <w:r w:rsidRPr="00270D49">
        <w:t xml:space="preserve">за участие в избора на юридически лица с нестопанска цел за общественополезна дейност, чиито представители да участват в състава </w:t>
      </w:r>
      <w:r w:rsidR="00D55B19" w:rsidRPr="00270D49">
        <w:t xml:space="preserve">на </w:t>
      </w:r>
      <w:r w:rsidR="00851CEC" w:rsidRPr="00851CEC">
        <w:t>Р</w:t>
      </w:r>
      <w:r w:rsidR="00406415">
        <w:t>егионалния съвет за развитие</w:t>
      </w:r>
      <w:r w:rsidR="00851CEC" w:rsidRPr="00851CEC">
        <w:t>.</w:t>
      </w:r>
    </w:p>
    <w:sectPr w:rsidR="00CC5AC8" w:rsidRPr="00F13130" w:rsidSect="00776B70">
      <w:headerReference w:type="default" r:id="rId10"/>
      <w:footerReference w:type="default" r:id="rId11"/>
      <w:footerReference w:type="first" r:id="rId12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313AF" w14:textId="77777777" w:rsidR="00587F2C" w:rsidRDefault="00587F2C">
      <w:r>
        <w:separator/>
      </w:r>
    </w:p>
  </w:endnote>
  <w:endnote w:type="continuationSeparator" w:id="0">
    <w:p w14:paraId="7148F10B" w14:textId="77777777" w:rsidR="00587F2C" w:rsidRDefault="0058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Content>
      <w:sdt>
        <w:sdtPr>
          <w:id w:val="1626653302"/>
          <w:docPartObj>
            <w:docPartGallery w:val="Page Numbers (Top of Page)"/>
            <w:docPartUnique/>
          </w:docPartObj>
        </w:sdtPr>
        <w:sdtContent>
          <w:p w14:paraId="310E4A76" w14:textId="1EC306AB" w:rsidR="00481FB7" w:rsidRDefault="00481FB7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5380339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286F1EAE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C7529C">
              <w:rPr>
                <w:sz w:val="18"/>
                <w:szCs w:val="18"/>
              </w:rPr>
              <w:t xml:space="preserve">гр. София, ул. </w:t>
            </w:r>
            <w:r w:rsidRPr="00C7529C">
              <w:rPr>
                <w:sz w:val="18"/>
                <w:szCs w:val="18"/>
                <w:lang w:val="en-US"/>
              </w:rPr>
              <w:t>„</w:t>
            </w:r>
            <w:r w:rsidRPr="00C7529C">
              <w:rPr>
                <w:sz w:val="18"/>
                <w:szCs w:val="18"/>
              </w:rPr>
              <w:t>Св.</w:t>
            </w:r>
            <w:r w:rsidRPr="00C7529C">
              <w:rPr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Св. Кирил и Методий</w:t>
            </w:r>
            <w:proofErr w:type="gramStart"/>
            <w:r w:rsidRPr="00C7529C">
              <w:rPr>
                <w:sz w:val="18"/>
                <w:szCs w:val="18"/>
                <w:lang w:val="en-US"/>
              </w:rPr>
              <w:t>“</w:t>
            </w:r>
            <w:r w:rsidRPr="00C7529C">
              <w:rPr>
                <w:sz w:val="18"/>
                <w:szCs w:val="18"/>
              </w:rPr>
              <w:t xml:space="preserve"> №</w:t>
            </w:r>
            <w:proofErr w:type="gramEnd"/>
            <w:r w:rsidRPr="00C7529C">
              <w:rPr>
                <w:sz w:val="18"/>
                <w:szCs w:val="18"/>
              </w:rPr>
              <w:t>1</w:t>
            </w:r>
            <w:r w:rsidRPr="00C7529C">
              <w:rPr>
                <w:sz w:val="18"/>
                <w:szCs w:val="18"/>
                <w:lang w:val="ru-RU"/>
              </w:rPr>
              <w:t>7</w:t>
            </w:r>
            <w:r w:rsidRPr="00C7529C">
              <w:rPr>
                <w:sz w:val="18"/>
                <w:szCs w:val="18"/>
              </w:rPr>
              <w:t>-1</w:t>
            </w:r>
            <w:r w:rsidRPr="00C7529C">
              <w:rPr>
                <w:sz w:val="18"/>
                <w:szCs w:val="18"/>
                <w:lang w:val="ru-RU"/>
              </w:rPr>
              <w:t>9</w:t>
            </w:r>
          </w:p>
          <w:p w14:paraId="49F8D3F3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C7529C">
              <w:rPr>
                <w:sz w:val="18"/>
                <w:szCs w:val="18"/>
              </w:rPr>
              <w:t>тел.</w:t>
            </w:r>
            <w:r w:rsidRPr="00C7529C">
              <w:rPr>
                <w:sz w:val="18"/>
                <w:szCs w:val="18"/>
                <w:lang w:val="ru-RU"/>
              </w:rPr>
              <w:t xml:space="preserve"> 9405 900</w:t>
            </w:r>
            <w:r w:rsidRPr="00C7529C">
              <w:rPr>
                <w:sz w:val="18"/>
                <w:szCs w:val="18"/>
              </w:rPr>
              <w:t>, факс</w:t>
            </w:r>
            <w:r w:rsidRPr="00C7529C">
              <w:rPr>
                <w:sz w:val="18"/>
                <w:szCs w:val="18"/>
                <w:lang w:val="ru-RU"/>
              </w:rPr>
              <w:t xml:space="preserve"> 987 25 17</w:t>
            </w:r>
            <w:r w:rsidR="001468C9" w:rsidRPr="00C7529C">
              <w:rPr>
                <w:sz w:val="18"/>
                <w:szCs w:val="18"/>
                <w:lang w:val="ru-RU"/>
              </w:rPr>
              <w:t>,</w:t>
            </w:r>
            <w:r w:rsidRPr="00C7529C">
              <w:rPr>
                <w:rStyle w:val="Hyperlink"/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e-mail: e-mrrb@mrrb.government.bg</w:t>
            </w:r>
          </w:p>
          <w:p w14:paraId="69E7E9D7" w14:textId="77777777" w:rsidR="00776B70" w:rsidRPr="00C7529C" w:rsidRDefault="00587F2C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hyperlink r:id="rId1" w:history="1">
              <w:r w:rsidR="00776B70" w:rsidRPr="00C7529C">
                <w:rPr>
                  <w:sz w:val="18"/>
                  <w:szCs w:val="18"/>
                </w:rPr>
                <w:t>www.mrrb.government.bg</w:t>
              </w:r>
            </w:hyperlink>
            <w:r w:rsidR="00776B70" w:rsidRPr="00C7529C">
              <w:rPr>
                <w:sz w:val="18"/>
                <w:szCs w:val="18"/>
              </w:rPr>
              <w:t xml:space="preserve">; </w:t>
            </w:r>
          </w:p>
          <w:p w14:paraId="0102D1C6" w14:textId="77777777" w:rsidR="00776B70" w:rsidRDefault="00587F2C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EFBE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38561262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14:paraId="590C0295" w14:textId="77777777" w:rsidR="00847255" w:rsidRPr="004D67CA" w:rsidRDefault="00587F2C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B2FC3" w14:textId="77777777" w:rsidR="00587F2C" w:rsidRDefault="00587F2C">
      <w:r>
        <w:separator/>
      </w:r>
    </w:p>
  </w:footnote>
  <w:footnote w:type="continuationSeparator" w:id="0">
    <w:p w14:paraId="5170B740" w14:textId="77777777" w:rsidR="00587F2C" w:rsidRDefault="00587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81FB7" w14:paraId="7A4C592E" w14:textId="77777777" w:rsidTr="00776B70">
      <w:tc>
        <w:tcPr>
          <w:tcW w:w="9211" w:type="dxa"/>
        </w:tcPr>
        <w:p w14:paraId="717A423F" w14:textId="77777777" w:rsidR="00481FB7" w:rsidRDefault="00481FB7" w:rsidP="00776B70">
          <w:pPr>
            <w:pStyle w:val="Header"/>
            <w:ind w:firstLine="0"/>
            <w:jc w:val="center"/>
          </w:pPr>
          <w:r>
            <w:t>Покана</w:t>
          </w:r>
        </w:p>
      </w:tc>
    </w:tr>
  </w:tbl>
  <w:p w14:paraId="5E0621EF" w14:textId="77777777" w:rsidR="00481FB7" w:rsidRDefault="00481FB7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81FB7" w14:paraId="12CEBC5E" w14:textId="77777777" w:rsidTr="00023F0A">
      <w:trPr>
        <w:trHeight w:val="1445"/>
      </w:trPr>
      <w:tc>
        <w:tcPr>
          <w:tcW w:w="1728" w:type="dxa"/>
        </w:tcPr>
        <w:p w14:paraId="4135D6DC" w14:textId="77777777" w:rsidR="00481FB7" w:rsidRDefault="00481FB7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22C6B453" wp14:editId="3C00A3A7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49809FF2" w14:textId="77777777" w:rsidR="00481FB7" w:rsidRPr="00821983" w:rsidRDefault="00481FB7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6684E193" w14:textId="77777777" w:rsidR="00481FB7" w:rsidRPr="00821983" w:rsidRDefault="00481FB7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14:paraId="201D0E35" w14:textId="77777777" w:rsidR="00481FB7" w:rsidRDefault="00481FB7" w:rsidP="004D67CA">
    <w:pPr>
      <w:ind w:firstLine="0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06415" w14:paraId="151F3EDE" w14:textId="77777777" w:rsidTr="00197F7A">
      <w:trPr>
        <w:trHeight w:val="1445"/>
      </w:trPr>
      <w:tc>
        <w:tcPr>
          <w:tcW w:w="1728" w:type="dxa"/>
        </w:tcPr>
        <w:p w14:paraId="53D3C469" w14:textId="149F46AE" w:rsidR="00406415" w:rsidRDefault="00406415" w:rsidP="00406415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1AD9159F" w14:textId="2F00E3E2" w:rsidR="00E930CE" w:rsidRPr="00E930CE" w:rsidRDefault="00E930CE" w:rsidP="00E930CE">
          <w:pPr>
            <w:ind w:firstLine="0"/>
            <w:jc w:val="center"/>
          </w:pPr>
          <w:r>
            <w:t>Покана</w:t>
          </w:r>
        </w:p>
      </w:tc>
    </w:tr>
  </w:tbl>
  <w:p w14:paraId="6ABB96C6" w14:textId="77777777" w:rsidR="00406415" w:rsidRDefault="00406415" w:rsidP="00E930CE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65"/>
    <w:multiLevelType w:val="hybridMultilevel"/>
    <w:tmpl w:val="ECC6E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571C1"/>
    <w:multiLevelType w:val="hybridMultilevel"/>
    <w:tmpl w:val="891C5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A0EDC"/>
    <w:multiLevelType w:val="hybridMultilevel"/>
    <w:tmpl w:val="6944F5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1202E"/>
    <w:multiLevelType w:val="hybridMultilevel"/>
    <w:tmpl w:val="70B2F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74997"/>
    <w:multiLevelType w:val="multilevel"/>
    <w:tmpl w:val="CE6E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930F17"/>
    <w:multiLevelType w:val="hybridMultilevel"/>
    <w:tmpl w:val="19DA297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74B7"/>
    <w:multiLevelType w:val="hybridMultilevel"/>
    <w:tmpl w:val="A53A53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A4"/>
    <w:rsid w:val="00011EAB"/>
    <w:rsid w:val="00017451"/>
    <w:rsid w:val="00023F0A"/>
    <w:rsid w:val="00032511"/>
    <w:rsid w:val="0008513C"/>
    <w:rsid w:val="0008612E"/>
    <w:rsid w:val="000A5F38"/>
    <w:rsid w:val="000C3B8C"/>
    <w:rsid w:val="000C778F"/>
    <w:rsid w:val="00120D09"/>
    <w:rsid w:val="00122688"/>
    <w:rsid w:val="00125889"/>
    <w:rsid w:val="00127EED"/>
    <w:rsid w:val="00145E77"/>
    <w:rsid w:val="001468C9"/>
    <w:rsid w:val="00146ABA"/>
    <w:rsid w:val="0016192D"/>
    <w:rsid w:val="00166203"/>
    <w:rsid w:val="00190135"/>
    <w:rsid w:val="001A5B9C"/>
    <w:rsid w:val="001C47F7"/>
    <w:rsid w:val="001E1860"/>
    <w:rsid w:val="001F30E8"/>
    <w:rsid w:val="001F550E"/>
    <w:rsid w:val="002344B6"/>
    <w:rsid w:val="00237FC6"/>
    <w:rsid w:val="002414DF"/>
    <w:rsid w:val="00246101"/>
    <w:rsid w:val="002566D6"/>
    <w:rsid w:val="002644F7"/>
    <w:rsid w:val="0026490C"/>
    <w:rsid w:val="00272B22"/>
    <w:rsid w:val="00290E1D"/>
    <w:rsid w:val="002A0D6A"/>
    <w:rsid w:val="002E1186"/>
    <w:rsid w:val="002E2B51"/>
    <w:rsid w:val="00306167"/>
    <w:rsid w:val="00322AD7"/>
    <w:rsid w:val="003312DA"/>
    <w:rsid w:val="0035704D"/>
    <w:rsid w:val="003622CA"/>
    <w:rsid w:val="003736FE"/>
    <w:rsid w:val="0037679B"/>
    <w:rsid w:val="003B01AF"/>
    <w:rsid w:val="00406415"/>
    <w:rsid w:val="00411956"/>
    <w:rsid w:val="0041296D"/>
    <w:rsid w:val="00432972"/>
    <w:rsid w:val="00445216"/>
    <w:rsid w:val="00457358"/>
    <w:rsid w:val="00475D52"/>
    <w:rsid w:val="00481FB7"/>
    <w:rsid w:val="00485EC5"/>
    <w:rsid w:val="0049182A"/>
    <w:rsid w:val="00493008"/>
    <w:rsid w:val="00495290"/>
    <w:rsid w:val="004956B7"/>
    <w:rsid w:val="00497E32"/>
    <w:rsid w:val="004A6D4E"/>
    <w:rsid w:val="004C46C8"/>
    <w:rsid w:val="004D134E"/>
    <w:rsid w:val="004D49C2"/>
    <w:rsid w:val="004D67CA"/>
    <w:rsid w:val="004E21D1"/>
    <w:rsid w:val="004E5216"/>
    <w:rsid w:val="004F2692"/>
    <w:rsid w:val="005024A4"/>
    <w:rsid w:val="00522E2B"/>
    <w:rsid w:val="00540542"/>
    <w:rsid w:val="00551210"/>
    <w:rsid w:val="005577B4"/>
    <w:rsid w:val="00564A1E"/>
    <w:rsid w:val="00572029"/>
    <w:rsid w:val="00575A2D"/>
    <w:rsid w:val="005860F1"/>
    <w:rsid w:val="00587F2C"/>
    <w:rsid w:val="00594D1E"/>
    <w:rsid w:val="00597130"/>
    <w:rsid w:val="005A4C22"/>
    <w:rsid w:val="005B6271"/>
    <w:rsid w:val="005C3210"/>
    <w:rsid w:val="005C75AB"/>
    <w:rsid w:val="005E6192"/>
    <w:rsid w:val="005F0FEA"/>
    <w:rsid w:val="005F3274"/>
    <w:rsid w:val="0061029A"/>
    <w:rsid w:val="0062326A"/>
    <w:rsid w:val="0064068C"/>
    <w:rsid w:val="00654769"/>
    <w:rsid w:val="006552CC"/>
    <w:rsid w:val="006665A9"/>
    <w:rsid w:val="00680093"/>
    <w:rsid w:val="00682E20"/>
    <w:rsid w:val="006913AF"/>
    <w:rsid w:val="0069463B"/>
    <w:rsid w:val="006A7E35"/>
    <w:rsid w:val="006B7259"/>
    <w:rsid w:val="006B7F91"/>
    <w:rsid w:val="006C03A0"/>
    <w:rsid w:val="006D3022"/>
    <w:rsid w:val="006D33C5"/>
    <w:rsid w:val="006E4577"/>
    <w:rsid w:val="006E712C"/>
    <w:rsid w:val="006F0B70"/>
    <w:rsid w:val="006F5902"/>
    <w:rsid w:val="00701B7B"/>
    <w:rsid w:val="00710C77"/>
    <w:rsid w:val="00740F73"/>
    <w:rsid w:val="00744568"/>
    <w:rsid w:val="007473E6"/>
    <w:rsid w:val="00766AF9"/>
    <w:rsid w:val="00773444"/>
    <w:rsid w:val="00776B70"/>
    <w:rsid w:val="007A26D0"/>
    <w:rsid w:val="007B505A"/>
    <w:rsid w:val="007C0D99"/>
    <w:rsid w:val="007D4C7A"/>
    <w:rsid w:val="007F17D1"/>
    <w:rsid w:val="00821983"/>
    <w:rsid w:val="00833AE6"/>
    <w:rsid w:val="008373A4"/>
    <w:rsid w:val="00847255"/>
    <w:rsid w:val="00851CEC"/>
    <w:rsid w:val="00862FF4"/>
    <w:rsid w:val="00863552"/>
    <w:rsid w:val="0087415D"/>
    <w:rsid w:val="00883DAD"/>
    <w:rsid w:val="008B0255"/>
    <w:rsid w:val="008D6906"/>
    <w:rsid w:val="008E340B"/>
    <w:rsid w:val="00912CD2"/>
    <w:rsid w:val="0091547C"/>
    <w:rsid w:val="00917D1E"/>
    <w:rsid w:val="009207DD"/>
    <w:rsid w:val="00945767"/>
    <w:rsid w:val="0098299E"/>
    <w:rsid w:val="00991FBE"/>
    <w:rsid w:val="009D0649"/>
    <w:rsid w:val="009E2D15"/>
    <w:rsid w:val="009F16D8"/>
    <w:rsid w:val="009F699D"/>
    <w:rsid w:val="00A13E81"/>
    <w:rsid w:val="00A1592E"/>
    <w:rsid w:val="00A30124"/>
    <w:rsid w:val="00A3041D"/>
    <w:rsid w:val="00A30528"/>
    <w:rsid w:val="00A30D86"/>
    <w:rsid w:val="00A370D6"/>
    <w:rsid w:val="00A43A6A"/>
    <w:rsid w:val="00A503EB"/>
    <w:rsid w:val="00A52A40"/>
    <w:rsid w:val="00A56504"/>
    <w:rsid w:val="00A74520"/>
    <w:rsid w:val="00A86CE8"/>
    <w:rsid w:val="00A9233E"/>
    <w:rsid w:val="00AA5810"/>
    <w:rsid w:val="00AA5C91"/>
    <w:rsid w:val="00AA797E"/>
    <w:rsid w:val="00AB673B"/>
    <w:rsid w:val="00AC0ED2"/>
    <w:rsid w:val="00AE34D2"/>
    <w:rsid w:val="00AF588D"/>
    <w:rsid w:val="00B13FB4"/>
    <w:rsid w:val="00B14F5F"/>
    <w:rsid w:val="00B25E5C"/>
    <w:rsid w:val="00B7444F"/>
    <w:rsid w:val="00BA14D6"/>
    <w:rsid w:val="00BA7270"/>
    <w:rsid w:val="00BA7485"/>
    <w:rsid w:val="00BA7B65"/>
    <w:rsid w:val="00BB22C3"/>
    <w:rsid w:val="00BC12BD"/>
    <w:rsid w:val="00BD00B3"/>
    <w:rsid w:val="00BD278F"/>
    <w:rsid w:val="00BF04DB"/>
    <w:rsid w:val="00BF0F31"/>
    <w:rsid w:val="00BF1C66"/>
    <w:rsid w:val="00BF39BB"/>
    <w:rsid w:val="00C12762"/>
    <w:rsid w:val="00C25530"/>
    <w:rsid w:val="00C43DBF"/>
    <w:rsid w:val="00C60E66"/>
    <w:rsid w:val="00C7529C"/>
    <w:rsid w:val="00C90AE0"/>
    <w:rsid w:val="00CA11E6"/>
    <w:rsid w:val="00CB53C5"/>
    <w:rsid w:val="00CC5AC8"/>
    <w:rsid w:val="00CD6638"/>
    <w:rsid w:val="00CE499A"/>
    <w:rsid w:val="00CE775C"/>
    <w:rsid w:val="00D03BE0"/>
    <w:rsid w:val="00D3393A"/>
    <w:rsid w:val="00D34E68"/>
    <w:rsid w:val="00D55B19"/>
    <w:rsid w:val="00D71DF1"/>
    <w:rsid w:val="00D744B9"/>
    <w:rsid w:val="00D85E64"/>
    <w:rsid w:val="00D95BB4"/>
    <w:rsid w:val="00DC2D67"/>
    <w:rsid w:val="00DC5020"/>
    <w:rsid w:val="00DD3DFE"/>
    <w:rsid w:val="00DD632C"/>
    <w:rsid w:val="00DF1289"/>
    <w:rsid w:val="00DF2FD9"/>
    <w:rsid w:val="00E15176"/>
    <w:rsid w:val="00E42631"/>
    <w:rsid w:val="00E46AF6"/>
    <w:rsid w:val="00E53F91"/>
    <w:rsid w:val="00E61CDE"/>
    <w:rsid w:val="00E65D13"/>
    <w:rsid w:val="00E930CE"/>
    <w:rsid w:val="00EA2D8C"/>
    <w:rsid w:val="00EC02E4"/>
    <w:rsid w:val="00EC1D39"/>
    <w:rsid w:val="00EE5EE1"/>
    <w:rsid w:val="00EF3208"/>
    <w:rsid w:val="00F04B13"/>
    <w:rsid w:val="00F13130"/>
    <w:rsid w:val="00F16CA0"/>
    <w:rsid w:val="00F273E6"/>
    <w:rsid w:val="00F43052"/>
    <w:rsid w:val="00F456F5"/>
    <w:rsid w:val="00F60F76"/>
    <w:rsid w:val="00F9662B"/>
    <w:rsid w:val="00F96D92"/>
    <w:rsid w:val="00FA7D03"/>
    <w:rsid w:val="00FC01EE"/>
    <w:rsid w:val="00FC4755"/>
    <w:rsid w:val="00FD716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E254B"/>
  <w15:docId w15:val="{58E3B669-2123-4486-BB5C-4FE831F8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1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1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16D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16D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F16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F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E\Documents\correspondence\blanki\paper\1P3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1P3_Minister</Template>
  <TotalTime>43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4183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StoyanovaE</dc:creator>
  <cp:lastModifiedBy>IVAYLO HRISTOV STOYANOV</cp:lastModifiedBy>
  <cp:revision>24</cp:revision>
  <cp:lastPrinted>2018-08-21T12:42:00Z</cp:lastPrinted>
  <dcterms:created xsi:type="dcterms:W3CDTF">2020-08-06T11:40:00Z</dcterms:created>
  <dcterms:modified xsi:type="dcterms:W3CDTF">2020-08-13T13:03:00Z</dcterms:modified>
</cp:coreProperties>
</file>