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BB206" w14:textId="512A2FE1" w:rsidR="008E340B" w:rsidRDefault="008E340B" w:rsidP="008E340B">
      <w:pPr>
        <w:tabs>
          <w:tab w:val="left" w:pos="4253"/>
        </w:tabs>
        <w:spacing w:before="0" w:after="165"/>
        <w:ind w:firstLine="0"/>
        <w:jc w:val="center"/>
        <w:rPr>
          <w:b/>
          <w:bCs/>
          <w:color w:val="000000" w:themeColor="text1"/>
        </w:rPr>
      </w:pPr>
      <w:r w:rsidRPr="009017E7">
        <w:rPr>
          <w:b/>
          <w:bCs/>
          <w:color w:val="000000" w:themeColor="text1"/>
        </w:rPr>
        <w:t>ПОКАНА</w:t>
      </w:r>
    </w:p>
    <w:p w14:paraId="5A7BAE18" w14:textId="77777777" w:rsidR="008164CD" w:rsidRPr="009017E7" w:rsidRDefault="008164CD" w:rsidP="008E340B">
      <w:pPr>
        <w:tabs>
          <w:tab w:val="left" w:pos="4253"/>
        </w:tabs>
        <w:spacing w:before="0" w:after="165"/>
        <w:ind w:firstLine="0"/>
        <w:jc w:val="center"/>
        <w:rPr>
          <w:b/>
          <w:bCs/>
          <w:color w:val="000000" w:themeColor="text1"/>
          <w:lang w:val="en-US"/>
        </w:rPr>
      </w:pPr>
    </w:p>
    <w:p w14:paraId="4FD95AF5" w14:textId="2686AE23" w:rsidR="008E340B" w:rsidRPr="00147EDC" w:rsidRDefault="008E340B" w:rsidP="00147EDC">
      <w:pPr>
        <w:spacing w:before="0" w:after="165"/>
        <w:ind w:firstLine="0"/>
        <w:jc w:val="both"/>
        <w:rPr>
          <w:color w:val="000000" w:themeColor="text1"/>
          <w:lang w:val="en-US"/>
        </w:rPr>
      </w:pPr>
      <w:r>
        <w:rPr>
          <w:b/>
          <w:bCs/>
          <w:color w:val="000000" w:themeColor="text1"/>
        </w:rPr>
        <w:t>ЗА УЧАСТИЕ В</w:t>
      </w:r>
      <w:r w:rsidRPr="009017E7">
        <w:rPr>
          <w:b/>
          <w:bCs/>
          <w:color w:val="000000" w:themeColor="text1"/>
        </w:rPr>
        <w:t xml:space="preserve"> ИЗБОР</w:t>
      </w:r>
      <w:r>
        <w:rPr>
          <w:b/>
          <w:bCs/>
          <w:color w:val="000000" w:themeColor="text1"/>
        </w:rPr>
        <w:t>А</w:t>
      </w:r>
      <w:r w:rsidRPr="009017E7">
        <w:rPr>
          <w:b/>
          <w:bCs/>
          <w:color w:val="000000" w:themeColor="text1"/>
        </w:rPr>
        <w:t xml:space="preserve"> НА </w:t>
      </w:r>
      <w:r w:rsidR="008F0A7B">
        <w:rPr>
          <w:b/>
          <w:bCs/>
          <w:color w:val="000000" w:themeColor="text1"/>
        </w:rPr>
        <w:t>ПРЕДСТАВИТЕЛИ НА ИКОНОМИЧЕСКИЯ СЕКТОР</w:t>
      </w:r>
      <w:r w:rsidRPr="009017E7">
        <w:rPr>
          <w:b/>
          <w:bCs/>
          <w:color w:val="000000" w:themeColor="text1"/>
        </w:rPr>
        <w:t xml:space="preserve">, </w:t>
      </w:r>
      <w:r w:rsidR="00225A7B">
        <w:rPr>
          <w:b/>
          <w:bCs/>
          <w:color w:val="000000" w:themeColor="text1"/>
        </w:rPr>
        <w:t xml:space="preserve">КОИТО </w:t>
      </w:r>
      <w:r w:rsidRPr="009017E7">
        <w:rPr>
          <w:b/>
          <w:bCs/>
          <w:color w:val="000000" w:themeColor="text1"/>
        </w:rPr>
        <w:t>ДА</w:t>
      </w:r>
      <w:r w:rsidR="00D94485">
        <w:rPr>
          <w:b/>
          <w:bCs/>
          <w:color w:val="000000" w:themeColor="text1"/>
        </w:rPr>
        <w:t xml:space="preserve"> БЪДАТ ВКЛЮЧЕНИ</w:t>
      </w:r>
      <w:r w:rsidRPr="009017E7">
        <w:rPr>
          <w:b/>
          <w:bCs/>
          <w:color w:val="000000" w:themeColor="text1"/>
        </w:rPr>
        <w:t xml:space="preserve"> В СЪСТАВА </w:t>
      </w:r>
      <w:r w:rsidR="005E6192">
        <w:rPr>
          <w:b/>
          <w:bCs/>
          <w:color w:val="000000" w:themeColor="text1"/>
        </w:rPr>
        <w:t>НА РЕГИОНАЛНИ</w:t>
      </w:r>
      <w:r w:rsidR="00D95F84">
        <w:rPr>
          <w:b/>
          <w:bCs/>
          <w:color w:val="000000" w:themeColor="text1"/>
        </w:rPr>
        <w:t>ТЕ</w:t>
      </w:r>
      <w:r w:rsidR="005E6192">
        <w:rPr>
          <w:b/>
          <w:bCs/>
          <w:color w:val="000000" w:themeColor="text1"/>
        </w:rPr>
        <w:t xml:space="preserve"> СЪВЕТ</w:t>
      </w:r>
      <w:r w:rsidR="00BD5444">
        <w:rPr>
          <w:b/>
          <w:bCs/>
          <w:color w:val="000000" w:themeColor="text1"/>
        </w:rPr>
        <w:t>И</w:t>
      </w:r>
      <w:r w:rsidR="005E6192">
        <w:rPr>
          <w:b/>
          <w:bCs/>
          <w:color w:val="000000" w:themeColor="text1"/>
        </w:rPr>
        <w:t xml:space="preserve"> ЗА РАЗВИТИЕ НА РЕГИОН</w:t>
      </w:r>
      <w:r w:rsidR="00D95F84">
        <w:rPr>
          <w:b/>
          <w:bCs/>
          <w:color w:val="000000" w:themeColor="text1"/>
        </w:rPr>
        <w:t>ИТЕ</w:t>
      </w:r>
      <w:r w:rsidR="005E6192">
        <w:rPr>
          <w:b/>
          <w:bCs/>
          <w:color w:val="000000" w:themeColor="text1"/>
        </w:rPr>
        <w:t xml:space="preserve"> ЗА ПЛАНИРАНЕ</w:t>
      </w:r>
      <w:r w:rsidR="00D95F84">
        <w:rPr>
          <w:b/>
          <w:bCs/>
          <w:color w:val="000000" w:themeColor="text1"/>
        </w:rPr>
        <w:t xml:space="preserve"> ОТ НИВО 2</w:t>
      </w:r>
    </w:p>
    <w:p w14:paraId="60834D7B" w14:textId="77777777" w:rsidR="008E340B" w:rsidRPr="009017E7" w:rsidRDefault="008E340B" w:rsidP="008E340B">
      <w:pPr>
        <w:spacing w:before="0" w:after="165" w:line="255" w:lineRule="atLeast"/>
        <w:ind w:firstLine="0"/>
        <w:jc w:val="both"/>
        <w:rPr>
          <w:color w:val="000000" w:themeColor="text1"/>
          <w:highlight w:val="yellow"/>
        </w:rPr>
      </w:pPr>
    </w:p>
    <w:p w14:paraId="16402994" w14:textId="1FAD5871" w:rsidR="008E219A" w:rsidRPr="005A231E" w:rsidRDefault="008E340B" w:rsidP="00E50E49">
      <w:pPr>
        <w:jc w:val="both"/>
        <w:rPr>
          <w:color w:val="000000" w:themeColor="text1"/>
        </w:rPr>
      </w:pPr>
      <w:r>
        <w:t xml:space="preserve">В изпълнение на </w:t>
      </w:r>
      <w:r w:rsidRPr="00E10846">
        <w:rPr>
          <w:color w:val="000000" w:themeColor="text1"/>
        </w:rPr>
        <w:t>чл.</w:t>
      </w:r>
      <w:r w:rsidR="005E6192" w:rsidRPr="005E6192">
        <w:rPr>
          <w:color w:val="000000" w:themeColor="text1"/>
        </w:rPr>
        <w:t xml:space="preserve"> 31</w:t>
      </w:r>
      <w:r w:rsidR="00AA797E">
        <w:rPr>
          <w:color w:val="000000" w:themeColor="text1"/>
        </w:rPr>
        <w:t xml:space="preserve"> </w:t>
      </w:r>
      <w:r w:rsidRPr="00E10846">
        <w:rPr>
          <w:color w:val="000000" w:themeColor="text1"/>
        </w:rPr>
        <w:t>от</w:t>
      </w:r>
      <w:r>
        <w:t xml:space="preserve"> </w:t>
      </w:r>
      <w:r w:rsidR="005E6192">
        <w:t xml:space="preserve">Правилника за прилагане на закона за регионалното развитие, приет с </w:t>
      </w:r>
      <w:r w:rsidRPr="009017E7">
        <w:rPr>
          <w:color w:val="000000" w:themeColor="text1"/>
        </w:rPr>
        <w:t>Постановление</w:t>
      </w:r>
      <w:r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>№</w:t>
      </w:r>
      <w:r w:rsidR="008F2621">
        <w:rPr>
          <w:color w:val="000000" w:themeColor="text1"/>
        </w:rPr>
        <w:t xml:space="preserve"> 183 </w:t>
      </w:r>
      <w:r w:rsidRPr="009017E7">
        <w:rPr>
          <w:color w:val="000000" w:themeColor="text1"/>
        </w:rPr>
        <w:t xml:space="preserve">от </w:t>
      </w:r>
      <w:r w:rsidR="00AA797E">
        <w:rPr>
          <w:color w:val="000000" w:themeColor="text1"/>
        </w:rPr>
        <w:t xml:space="preserve"> </w:t>
      </w:r>
      <w:r w:rsidR="008F2621">
        <w:rPr>
          <w:color w:val="000000" w:themeColor="text1"/>
        </w:rPr>
        <w:t>4 август</w:t>
      </w:r>
      <w:r w:rsidR="00AA797E">
        <w:rPr>
          <w:color w:val="000000" w:themeColor="text1"/>
        </w:rPr>
        <w:t xml:space="preserve"> 2020</w:t>
      </w:r>
      <w:r w:rsidRPr="009017E7">
        <w:rPr>
          <w:color w:val="000000" w:themeColor="text1"/>
        </w:rPr>
        <w:t xml:space="preserve"> г. на Министерския съвет</w:t>
      </w:r>
      <w:r w:rsidRPr="0056151B">
        <w:t xml:space="preserve"> </w:t>
      </w:r>
      <w:r w:rsidRPr="009017E7">
        <w:rPr>
          <w:color w:val="000000" w:themeColor="text1"/>
        </w:rPr>
        <w:t xml:space="preserve">Министерство на регионалното развитие и благоустройството (МРРБ) </w:t>
      </w:r>
      <w:r w:rsidRPr="009017E7">
        <w:rPr>
          <w:b/>
          <w:color w:val="000000" w:themeColor="text1"/>
        </w:rPr>
        <w:t>стартира процедура за избор на</w:t>
      </w:r>
      <w:r w:rsidR="008F0A7B">
        <w:rPr>
          <w:b/>
          <w:color w:val="000000" w:themeColor="text1"/>
        </w:rPr>
        <w:t xml:space="preserve"> представители на икономическия сектор</w:t>
      </w:r>
      <w:r w:rsidR="00406CA3">
        <w:rPr>
          <w:b/>
          <w:color w:val="000000" w:themeColor="text1"/>
        </w:rPr>
        <w:t xml:space="preserve">, които </w:t>
      </w:r>
      <w:r w:rsidRPr="009017E7">
        <w:rPr>
          <w:b/>
          <w:color w:val="000000" w:themeColor="text1"/>
        </w:rPr>
        <w:t xml:space="preserve">да </w:t>
      </w:r>
      <w:r w:rsidR="00B13FB4">
        <w:rPr>
          <w:b/>
          <w:color w:val="000000" w:themeColor="text1"/>
        </w:rPr>
        <w:t>бъдат</w:t>
      </w:r>
      <w:r w:rsidR="00B13FB4" w:rsidRPr="00B13FB4">
        <w:rPr>
          <w:b/>
          <w:color w:val="000000" w:themeColor="text1"/>
        </w:rPr>
        <w:t xml:space="preserve"> включ</w:t>
      </w:r>
      <w:r w:rsidR="00B13FB4">
        <w:rPr>
          <w:b/>
          <w:color w:val="000000" w:themeColor="text1"/>
        </w:rPr>
        <w:t>ени</w:t>
      </w:r>
      <w:r w:rsidR="00B13FB4" w:rsidRPr="00B13FB4">
        <w:rPr>
          <w:b/>
          <w:color w:val="000000" w:themeColor="text1"/>
        </w:rPr>
        <w:t xml:space="preserve"> в състава на регионалните съвети за развитие </w:t>
      </w:r>
      <w:r w:rsidRPr="009017E7">
        <w:rPr>
          <w:color w:val="000000" w:themeColor="text1"/>
        </w:rPr>
        <w:t>и</w:t>
      </w:r>
      <w:r w:rsidRPr="009017E7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 xml:space="preserve">кани </w:t>
      </w:r>
      <w:r>
        <w:rPr>
          <w:color w:val="000000" w:themeColor="text1"/>
        </w:rPr>
        <w:t xml:space="preserve">за участие в избора </w:t>
      </w:r>
      <w:r w:rsidR="008F0A7B">
        <w:rPr>
          <w:color w:val="000000" w:themeColor="text1"/>
        </w:rPr>
        <w:t xml:space="preserve">представители на </w:t>
      </w:r>
      <w:r w:rsidR="008F0A7B" w:rsidRPr="008F0A7B">
        <w:rPr>
          <w:color w:val="000000" w:themeColor="text1"/>
        </w:rPr>
        <w:t>малки предприятия/</w:t>
      </w:r>
      <w:proofErr w:type="spellStart"/>
      <w:r w:rsidR="008F0A7B" w:rsidRPr="008F0A7B">
        <w:rPr>
          <w:color w:val="000000" w:themeColor="text1"/>
        </w:rPr>
        <w:t>микропредприятия</w:t>
      </w:r>
      <w:proofErr w:type="spellEnd"/>
      <w:r w:rsidR="00F74DD5">
        <w:rPr>
          <w:color w:val="000000" w:themeColor="text1"/>
        </w:rPr>
        <w:t xml:space="preserve"> и</w:t>
      </w:r>
      <w:r w:rsidR="008F0A7B" w:rsidRPr="008F0A7B">
        <w:rPr>
          <w:color w:val="000000" w:themeColor="text1"/>
        </w:rPr>
        <w:t xml:space="preserve"> средни предприятия съгласно категоризацията по чл. 3 от Закона за малките и средни предприятия</w:t>
      </w:r>
      <w:r w:rsidR="00F74DD5">
        <w:rPr>
          <w:color w:val="000000" w:themeColor="text1"/>
        </w:rPr>
        <w:t xml:space="preserve">, както и </w:t>
      </w:r>
      <w:r w:rsidR="008F0A7B" w:rsidRPr="008F0A7B">
        <w:rPr>
          <w:color w:val="000000" w:themeColor="text1"/>
        </w:rPr>
        <w:t>на големи предприятия.</w:t>
      </w:r>
      <w:r w:rsidR="008F0A7B">
        <w:rPr>
          <w:color w:val="000000" w:themeColor="text1"/>
        </w:rPr>
        <w:t xml:space="preserve"> </w:t>
      </w:r>
    </w:p>
    <w:p w14:paraId="43090152" w14:textId="5214D493" w:rsidR="00573F7B" w:rsidRPr="008F0A7B" w:rsidRDefault="00573F7B" w:rsidP="00573F7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Избраните </w:t>
      </w:r>
      <w:r w:rsidRPr="00573F7B">
        <w:rPr>
          <w:color w:val="000000" w:themeColor="text1"/>
        </w:rPr>
        <w:t>представители на икономическия сектор</w:t>
      </w:r>
      <w:r>
        <w:rPr>
          <w:color w:val="000000" w:themeColor="text1"/>
        </w:rPr>
        <w:t xml:space="preserve"> ще участват в</w:t>
      </w:r>
      <w:r w:rsidRPr="00573F7B">
        <w:rPr>
          <w:color w:val="000000" w:themeColor="text1"/>
        </w:rPr>
        <w:t xml:space="preserve"> заседанията на регионалния съвет за развитие с право на съвещателен глас, в качест</w:t>
      </w:r>
      <w:r>
        <w:rPr>
          <w:color w:val="000000" w:themeColor="text1"/>
        </w:rPr>
        <w:t xml:space="preserve">вото им на наблюдатели. </w:t>
      </w:r>
      <w:r w:rsidR="00BD0A87">
        <w:rPr>
          <w:color w:val="000000" w:themeColor="text1"/>
        </w:rPr>
        <w:t>Те ще имат</w:t>
      </w:r>
      <w:r>
        <w:rPr>
          <w:color w:val="000000" w:themeColor="text1"/>
        </w:rPr>
        <w:t xml:space="preserve"> право на глас </w:t>
      </w:r>
      <w:r w:rsidRPr="00573F7B">
        <w:rPr>
          <w:color w:val="000000" w:themeColor="text1"/>
        </w:rPr>
        <w:t xml:space="preserve">в процеса на подбор на проекти, </w:t>
      </w:r>
      <w:r w:rsidR="00BD0A87">
        <w:rPr>
          <w:color w:val="000000" w:themeColor="text1"/>
        </w:rPr>
        <w:t xml:space="preserve">които ще се реализират с европейско финансиране на територията на съответния регион за планиране от ниво 2. </w:t>
      </w:r>
    </w:p>
    <w:p w14:paraId="41E66DDE" w14:textId="393FF5D9" w:rsidR="004F5B91" w:rsidRDefault="008E340B" w:rsidP="004D614C">
      <w:pPr>
        <w:jc w:val="both"/>
        <w:rPr>
          <w:color w:val="000000" w:themeColor="text1"/>
        </w:rPr>
      </w:pPr>
      <w:r>
        <w:rPr>
          <w:color w:val="000000" w:themeColor="text1"/>
        </w:rPr>
        <w:t>В срок до 15 работни дни от датата на публикуване на поканата в</w:t>
      </w:r>
      <w:r w:rsidR="008F0A7B">
        <w:rPr>
          <w:color w:val="000000" w:themeColor="text1"/>
        </w:rPr>
        <w:t xml:space="preserve">сички заинтересовани представители на посочените </w:t>
      </w:r>
      <w:r w:rsidR="00F00BDD">
        <w:rPr>
          <w:color w:val="000000" w:themeColor="text1"/>
        </w:rPr>
        <w:t xml:space="preserve">групи </w:t>
      </w:r>
      <w:r w:rsidR="008F0A7B" w:rsidRPr="008F0A7B">
        <w:rPr>
          <w:color w:val="000000" w:themeColor="text1"/>
        </w:rPr>
        <w:t xml:space="preserve">предприятия </w:t>
      </w:r>
      <w:r w:rsidR="007F0378">
        <w:rPr>
          <w:color w:val="000000" w:themeColor="text1"/>
        </w:rPr>
        <w:t>могат</w:t>
      </w:r>
      <w:r w:rsidRPr="009017E7">
        <w:rPr>
          <w:color w:val="000000" w:themeColor="text1"/>
        </w:rPr>
        <w:t xml:space="preserve"> да подад</w:t>
      </w:r>
      <w:r w:rsidR="00827212">
        <w:rPr>
          <w:color w:val="000000" w:themeColor="text1"/>
        </w:rPr>
        <w:t>ат</w:t>
      </w:r>
      <w:r w:rsidRPr="009017E7">
        <w:rPr>
          <w:b/>
          <w:bCs/>
          <w:color w:val="000000" w:themeColor="text1"/>
        </w:rPr>
        <w:t xml:space="preserve"> писмено заявление</w:t>
      </w:r>
      <w:r w:rsidRPr="009017E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за участие </w:t>
      </w:r>
      <w:r w:rsidR="000A1884">
        <w:rPr>
          <w:color w:val="000000" w:themeColor="text1"/>
        </w:rPr>
        <w:t>(</w:t>
      </w:r>
      <w:r w:rsidR="000A1884" w:rsidRPr="009017E7">
        <w:rPr>
          <w:color w:val="000000" w:themeColor="text1"/>
        </w:rPr>
        <w:t>по образец</w:t>
      </w:r>
      <w:r w:rsidR="000A1884">
        <w:rPr>
          <w:color w:val="000000" w:themeColor="text1"/>
        </w:rPr>
        <w:t xml:space="preserve">а съгласно Приложение 1) </w:t>
      </w:r>
      <w:r w:rsidR="001805BA">
        <w:rPr>
          <w:color w:val="000000" w:themeColor="text1"/>
        </w:rPr>
        <w:t>в деловодството на МРРБ, на вниманието на</w:t>
      </w:r>
      <w:r w:rsidRPr="009017E7">
        <w:rPr>
          <w:color w:val="000000" w:themeColor="text1"/>
        </w:rPr>
        <w:t xml:space="preserve"> </w:t>
      </w:r>
      <w:r w:rsidR="00B13FB4">
        <w:rPr>
          <w:color w:val="000000" w:themeColor="text1"/>
        </w:rPr>
        <w:t xml:space="preserve">секретаря на </w:t>
      </w:r>
      <w:r w:rsidR="004F5B91">
        <w:rPr>
          <w:color w:val="000000" w:themeColor="text1"/>
        </w:rPr>
        <w:t>р</w:t>
      </w:r>
      <w:r w:rsidR="00B13FB4">
        <w:rPr>
          <w:color w:val="000000" w:themeColor="text1"/>
        </w:rPr>
        <w:t xml:space="preserve">егионалния съвет за развитие на </w:t>
      </w:r>
      <w:r w:rsidR="004F5B91">
        <w:rPr>
          <w:color w:val="000000" w:themeColor="text1"/>
        </w:rPr>
        <w:t xml:space="preserve">съответния </w:t>
      </w:r>
      <w:r w:rsidR="00B13FB4">
        <w:rPr>
          <w:color w:val="000000" w:themeColor="text1"/>
        </w:rPr>
        <w:t>регион за планиране от ниво 2</w:t>
      </w:r>
      <w:r w:rsidRPr="009017E7">
        <w:rPr>
          <w:color w:val="000000" w:themeColor="text1"/>
        </w:rPr>
        <w:t>:</w:t>
      </w:r>
    </w:p>
    <w:p w14:paraId="673EE451" w14:textId="77777777" w:rsidR="00141722" w:rsidRPr="004D614C" w:rsidRDefault="00141722" w:rsidP="004D614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D614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Северозападен регион за планиране: 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г-жа</w:t>
      </w:r>
      <w:r w:rsidRPr="004D614C">
        <w:rPr>
          <w:rFonts w:ascii="Times New Roman" w:hAnsi="Times New Roman"/>
          <w:sz w:val="24"/>
          <w:szCs w:val="24"/>
        </w:rPr>
        <w:t xml:space="preserve"> Боряна </w:t>
      </w:r>
      <w:proofErr w:type="spellStart"/>
      <w:r w:rsidRPr="004D614C">
        <w:rPr>
          <w:rFonts w:ascii="Times New Roman" w:hAnsi="Times New Roman"/>
          <w:sz w:val="24"/>
          <w:szCs w:val="24"/>
        </w:rPr>
        <w:t>Войчева</w:t>
      </w:r>
      <w:proofErr w:type="spellEnd"/>
      <w:r w:rsidRPr="004D614C">
        <w:rPr>
          <w:rFonts w:ascii="Times New Roman" w:hAnsi="Times New Roman"/>
          <w:sz w:val="24"/>
          <w:szCs w:val="24"/>
        </w:rPr>
        <w:t xml:space="preserve"> - Ненкова,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гр. Видин, ул. „Цар Симеон Велики“ 69А, етаж 4.</w:t>
      </w:r>
    </w:p>
    <w:p w14:paraId="72C9D3A9" w14:textId="77777777" w:rsidR="00141722" w:rsidRPr="004D614C" w:rsidRDefault="00141722" w:rsidP="004D614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D614C">
        <w:rPr>
          <w:rFonts w:ascii="Times New Roman" w:hAnsi="Times New Roman"/>
          <w:b/>
          <w:bCs/>
          <w:color w:val="000000" w:themeColor="text1"/>
          <w:sz w:val="24"/>
          <w:szCs w:val="24"/>
        </w:rPr>
        <w:t>Северен централен регион за планиране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: г-жа Тамара Кулева, гр. Русе, пл. „Свобода“ 6, етаж 6.</w:t>
      </w:r>
    </w:p>
    <w:p w14:paraId="43C9EB3D" w14:textId="77777777" w:rsidR="00141722" w:rsidRPr="004D614C" w:rsidRDefault="00141722" w:rsidP="004D614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D614C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Североизточен регион за планиране:</w:t>
      </w:r>
      <w:r w:rsidRPr="004D614C">
        <w:rPr>
          <w:rFonts w:ascii="Times New Roman" w:hAnsi="Times New Roman"/>
          <w:sz w:val="24"/>
          <w:szCs w:val="24"/>
        </w:rPr>
        <w:t xml:space="preserve"> г-жа 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Антонина Дончева,</w:t>
      </w:r>
      <w:r w:rsidRPr="004D614C">
        <w:rPr>
          <w:rFonts w:ascii="Times New Roman" w:hAnsi="Times New Roman"/>
          <w:sz w:val="24"/>
          <w:szCs w:val="24"/>
        </w:rPr>
        <w:t xml:space="preserve"> 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гр. Варна, ул. „Д-р </w:t>
      </w:r>
      <w:proofErr w:type="spellStart"/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Пискюлиев</w:t>
      </w:r>
      <w:proofErr w:type="spellEnd"/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“ 3, Етаж 4.</w:t>
      </w:r>
    </w:p>
    <w:p w14:paraId="34524BEB" w14:textId="77777777" w:rsidR="00141722" w:rsidRPr="004D614C" w:rsidRDefault="00141722" w:rsidP="004D614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D614C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Югозападен регион за планиране: 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г-жа </w:t>
      </w:r>
      <w:proofErr w:type="spellStart"/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Джени</w:t>
      </w:r>
      <w:proofErr w:type="spellEnd"/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Узунова, София, </w:t>
      </w:r>
      <w:proofErr w:type="spellStart"/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Геопланпроект</w:t>
      </w:r>
      <w:proofErr w:type="spellEnd"/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, бул. „Цар Борис III“ 215, етаж 8.</w:t>
      </w:r>
    </w:p>
    <w:p w14:paraId="54373828" w14:textId="77777777" w:rsidR="00141722" w:rsidRPr="004D614C" w:rsidRDefault="00141722" w:rsidP="004D614C">
      <w:pPr>
        <w:pStyle w:val="ListParagraph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D614C">
        <w:rPr>
          <w:rFonts w:ascii="Times New Roman" w:hAnsi="Times New Roman"/>
          <w:b/>
          <w:bCs/>
          <w:color w:val="000000" w:themeColor="text1"/>
          <w:sz w:val="24"/>
          <w:szCs w:val="24"/>
        </w:rPr>
        <w:t>Югоизточен регион за планиране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: г-н Николай Николов, гр. Бургас, бул. „Стефан Стамболов“ 120, етаж 5.</w:t>
      </w:r>
    </w:p>
    <w:p w14:paraId="657242CD" w14:textId="77777777" w:rsidR="00141722" w:rsidRPr="004D614C" w:rsidRDefault="00141722" w:rsidP="00AB183D">
      <w:pPr>
        <w:pStyle w:val="ListParagraph"/>
        <w:numPr>
          <w:ilvl w:val="0"/>
          <w:numId w:val="6"/>
        </w:numPr>
        <w:spacing w:after="360" w:line="360" w:lineRule="auto"/>
        <w:ind w:left="714" w:hanging="357"/>
        <w:contextualSpacing w:val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D614C">
        <w:rPr>
          <w:rFonts w:ascii="Times New Roman" w:hAnsi="Times New Roman"/>
          <w:b/>
          <w:bCs/>
          <w:color w:val="000000" w:themeColor="text1"/>
          <w:sz w:val="24"/>
          <w:szCs w:val="24"/>
        </w:rPr>
        <w:t>Южен централен регион за планиране:</w:t>
      </w:r>
      <w:r w:rsidRPr="004D614C">
        <w:rPr>
          <w:rFonts w:ascii="Times New Roman" w:hAnsi="Times New Roman"/>
          <w:sz w:val="24"/>
          <w:szCs w:val="24"/>
        </w:rPr>
        <w:t xml:space="preserve"> г-н 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Юлиян Моллов,</w:t>
      </w:r>
      <w:r w:rsidRPr="004D614C">
        <w:rPr>
          <w:rFonts w:ascii="Times New Roman" w:hAnsi="Times New Roman"/>
          <w:sz w:val="24"/>
          <w:szCs w:val="24"/>
        </w:rPr>
        <w:t xml:space="preserve"> гр. </w:t>
      </w:r>
      <w:r w:rsidRPr="004D614C">
        <w:rPr>
          <w:rFonts w:ascii="Times New Roman" w:hAnsi="Times New Roman"/>
          <w:bCs/>
          <w:color w:val="000000" w:themeColor="text1"/>
          <w:sz w:val="24"/>
          <w:szCs w:val="24"/>
        </w:rPr>
        <w:t>Пловдив, ул. „Богомил“ 31, етаж 4.</w:t>
      </w:r>
    </w:p>
    <w:p w14:paraId="6B799E5E" w14:textId="620A9836" w:rsidR="00141722" w:rsidRPr="00E748AE" w:rsidRDefault="00141722" w:rsidP="00141722">
      <w:pPr>
        <w:jc w:val="both"/>
        <w:rPr>
          <w:bCs/>
          <w:color w:val="000000" w:themeColor="text1"/>
        </w:rPr>
      </w:pPr>
      <w:r w:rsidRPr="00E748AE">
        <w:rPr>
          <w:bCs/>
          <w:color w:val="000000" w:themeColor="text1"/>
        </w:rPr>
        <w:t>Към заявлението следва да се приложат следните документи</w:t>
      </w:r>
      <w:r w:rsidR="00E748AE" w:rsidRPr="00E748AE">
        <w:rPr>
          <w:bCs/>
          <w:color w:val="000000" w:themeColor="text1"/>
        </w:rPr>
        <w:t xml:space="preserve">, на хартиен носител или в електронен формат, достъпен в публични регистри на </w:t>
      </w:r>
      <w:r w:rsidR="00E748AE">
        <w:rPr>
          <w:bCs/>
          <w:color w:val="000000" w:themeColor="text1"/>
        </w:rPr>
        <w:t>посочен</w:t>
      </w:r>
      <w:r w:rsidR="00E748AE" w:rsidRPr="00E748AE">
        <w:rPr>
          <w:bCs/>
          <w:color w:val="000000" w:themeColor="text1"/>
        </w:rPr>
        <w:t xml:space="preserve"> уеб адрес</w:t>
      </w:r>
      <w:r w:rsidRPr="00E748AE">
        <w:rPr>
          <w:bCs/>
          <w:color w:val="000000" w:themeColor="text1"/>
        </w:rPr>
        <w:t>:</w:t>
      </w:r>
    </w:p>
    <w:p w14:paraId="33BD6B91" w14:textId="614F00BE" w:rsidR="00141722" w:rsidRPr="00221281" w:rsidRDefault="00141722" w:rsidP="00A507BC">
      <w:pPr>
        <w:numPr>
          <w:ilvl w:val="0"/>
          <w:numId w:val="7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t>копие на документ за регистрация</w:t>
      </w:r>
      <w:r w:rsidR="007A4C42">
        <w:rPr>
          <w:bCs/>
          <w:color w:val="000000" w:themeColor="text1"/>
        </w:rPr>
        <w:t xml:space="preserve"> на </w:t>
      </w:r>
      <w:r w:rsidR="001156C9">
        <w:rPr>
          <w:bCs/>
          <w:color w:val="000000" w:themeColor="text1"/>
        </w:rPr>
        <w:t>седалище</w:t>
      </w:r>
      <w:r w:rsidRPr="00221281">
        <w:rPr>
          <w:bCs/>
          <w:color w:val="000000" w:themeColor="text1"/>
        </w:rPr>
        <w:t xml:space="preserve"> на предприятието на територията на съответния регион за планиране от ниво 2;</w:t>
      </w:r>
    </w:p>
    <w:p w14:paraId="04D4776A" w14:textId="77777777" w:rsidR="00141722" w:rsidRPr="00221281" w:rsidRDefault="00141722" w:rsidP="00A507BC">
      <w:pPr>
        <w:numPr>
          <w:ilvl w:val="0"/>
          <w:numId w:val="7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t>копие от учредителен акт или друг документ, с който се доказва, че предприятието е създадено най-малко 2 години преди момента на подаване на заявление за участие в процедурата за избор;</w:t>
      </w:r>
    </w:p>
    <w:p w14:paraId="65F5D9E6" w14:textId="77777777" w:rsidR="00141722" w:rsidRDefault="00141722" w:rsidP="00A507BC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161C">
        <w:rPr>
          <w:rFonts w:ascii="Times New Roman" w:hAnsi="Times New Roman"/>
          <w:color w:val="000000" w:themeColor="text1"/>
          <w:sz w:val="24"/>
          <w:szCs w:val="24"/>
        </w:rPr>
        <w:t>копие на отчет за приходи и разходи или счетоводен баланс или друг документ, с който се доказва, че предприятието е действащо към момента на подаване на заявление за участие в процедурата за избор.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3B535D5" w14:textId="77777777" w:rsidR="00141722" w:rsidRDefault="00141722" w:rsidP="0014172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Всеки заинтересован представител на посочените групи предприятия </w:t>
      </w:r>
      <w:r w:rsidRPr="009017E7">
        <w:rPr>
          <w:color w:val="000000" w:themeColor="text1"/>
        </w:rPr>
        <w:t xml:space="preserve">може да подаде </w:t>
      </w:r>
      <w:r w:rsidRPr="00D55B19">
        <w:rPr>
          <w:color w:val="000000" w:themeColor="text1"/>
        </w:rPr>
        <w:t xml:space="preserve">само едно </w:t>
      </w:r>
      <w:r w:rsidRPr="009017E7">
        <w:rPr>
          <w:color w:val="000000" w:themeColor="text1"/>
        </w:rPr>
        <w:t>заявление.</w:t>
      </w:r>
    </w:p>
    <w:p w14:paraId="0C9ABF1F" w14:textId="06CBCDF9" w:rsidR="00141722" w:rsidRDefault="00141722" w:rsidP="00141722">
      <w:pPr>
        <w:jc w:val="both"/>
        <w:rPr>
          <w:b/>
          <w:bCs/>
          <w:color w:val="000000" w:themeColor="text1"/>
        </w:rPr>
      </w:pPr>
      <w:r>
        <w:rPr>
          <w:color w:val="000000" w:themeColor="text1"/>
        </w:rPr>
        <w:t>Представителите на икономическия сектор от изброените по-горе</w:t>
      </w:r>
      <w:r w:rsidRPr="00D55B19">
        <w:rPr>
          <w:color w:val="000000" w:themeColor="text1"/>
        </w:rPr>
        <w:t xml:space="preserve"> </w:t>
      </w:r>
      <w:r>
        <w:rPr>
          <w:color w:val="000000" w:themeColor="text1"/>
        </w:rPr>
        <w:t>групи</w:t>
      </w:r>
      <w:r w:rsidRPr="00D55B19">
        <w:rPr>
          <w:color w:val="000000" w:themeColor="text1"/>
        </w:rPr>
        <w:t>, които са подали в срока на поканата заявление по образец и отговарят на посочените критерии, ще бъдат уведомени и ще бъдат поканени да излъчат общо за съответната</w:t>
      </w:r>
      <w:r w:rsidR="00966577">
        <w:rPr>
          <w:color w:val="000000" w:themeColor="text1"/>
        </w:rPr>
        <w:t xml:space="preserve"> група един</w:t>
      </w:r>
      <w:r w:rsidR="007207C7" w:rsidRPr="007207C7">
        <w:rPr>
          <w:color w:val="000000" w:themeColor="text1"/>
        </w:rPr>
        <w:t xml:space="preserve"> </w:t>
      </w:r>
      <w:r w:rsidR="007207C7" w:rsidRPr="00D55B19">
        <w:rPr>
          <w:color w:val="000000" w:themeColor="text1"/>
        </w:rPr>
        <w:t xml:space="preserve">основен член и до трима резервни членове за </w:t>
      </w:r>
      <w:r w:rsidR="007207C7">
        <w:rPr>
          <w:color w:val="000000" w:themeColor="text1"/>
        </w:rPr>
        <w:t xml:space="preserve">включване в състава </w:t>
      </w:r>
      <w:r w:rsidR="007207C7" w:rsidRPr="00D55B19">
        <w:rPr>
          <w:color w:val="000000" w:themeColor="text1"/>
        </w:rPr>
        <w:t xml:space="preserve">на </w:t>
      </w:r>
      <w:r w:rsidR="007207C7">
        <w:rPr>
          <w:color w:val="000000" w:themeColor="text1"/>
        </w:rPr>
        <w:t>съответния Регионален съвет за развитие на региона за планиране от ниво 2.</w:t>
      </w:r>
    </w:p>
    <w:p w14:paraId="6D073C34" w14:textId="04BE31A5" w:rsidR="00221281" w:rsidRPr="00221281" w:rsidRDefault="00221281" w:rsidP="008E340B">
      <w:pPr>
        <w:jc w:val="both"/>
        <w:rPr>
          <w:color w:val="000000" w:themeColor="text1"/>
        </w:rPr>
      </w:pPr>
    </w:p>
    <w:p w14:paraId="499D858F" w14:textId="77777777" w:rsidR="008E340B" w:rsidRDefault="008E340B" w:rsidP="005A231E">
      <w:pPr>
        <w:ind w:firstLine="0"/>
        <w:jc w:val="both"/>
        <w:sectPr w:rsidR="008E340B" w:rsidSect="008E340B">
          <w:headerReference w:type="default" r:id="rId7"/>
          <w:footerReference w:type="default" r:id="rId8"/>
          <w:headerReference w:type="first" r:id="rId9"/>
          <w:pgSz w:w="11906" w:h="16838" w:code="9"/>
          <w:pgMar w:top="1444" w:right="1134" w:bottom="993" w:left="1701" w:header="1134" w:footer="567" w:gutter="0"/>
          <w:pgNumType w:start="1"/>
          <w:cols w:space="708"/>
          <w:titlePg/>
          <w:docGrid w:linePitch="360"/>
        </w:sectPr>
      </w:pPr>
    </w:p>
    <w:p w14:paraId="24CB7E4E" w14:textId="4A6194C2" w:rsidR="00CC5AC8" w:rsidRPr="008E6C4B" w:rsidRDefault="008E340B" w:rsidP="008E6C4B">
      <w:pPr>
        <w:ind w:left="2835" w:hanging="1984"/>
        <w:jc w:val="both"/>
      </w:pPr>
      <w:r>
        <w:rPr>
          <w:b/>
        </w:rPr>
        <w:lastRenderedPageBreak/>
        <w:t>ПРИЛОЖЕНИ</w:t>
      </w:r>
      <w:r w:rsidR="008236BC">
        <w:rPr>
          <w:b/>
        </w:rPr>
        <w:t>Е</w:t>
      </w:r>
      <w:r w:rsidRPr="00A503EB">
        <w:t xml:space="preserve">: </w:t>
      </w:r>
      <w:r>
        <w:t>1.</w:t>
      </w:r>
      <w:r w:rsidRPr="00505918">
        <w:rPr>
          <w:b/>
        </w:rPr>
        <w:t xml:space="preserve"> </w:t>
      </w:r>
      <w:r w:rsidRPr="00505918">
        <w:t xml:space="preserve">Заявление </w:t>
      </w:r>
      <w:r w:rsidRPr="00270D49">
        <w:t xml:space="preserve">за участие в избора на </w:t>
      </w:r>
      <w:r w:rsidR="001D72EE" w:rsidRPr="001D72EE">
        <w:t xml:space="preserve">представители на икономическия сектор, които да бъдат включени </w:t>
      </w:r>
      <w:bookmarkStart w:id="0" w:name="_GoBack"/>
      <w:bookmarkEnd w:id="0"/>
      <w:r w:rsidRPr="00270D49">
        <w:t xml:space="preserve">в състава </w:t>
      </w:r>
      <w:r w:rsidR="00D55B19" w:rsidRPr="00270D49">
        <w:t xml:space="preserve">на </w:t>
      </w:r>
      <w:r w:rsidR="00851CEC" w:rsidRPr="00851CEC">
        <w:t xml:space="preserve">Регионалния съвет за развитие </w:t>
      </w:r>
    </w:p>
    <w:sectPr w:rsidR="00CC5AC8" w:rsidRPr="008E6C4B" w:rsidSect="00776B70">
      <w:footerReference w:type="default" r:id="rId10"/>
      <w:footerReference w:type="first" r:id="rId11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AC419" w14:textId="77777777" w:rsidR="000A7A0F" w:rsidRDefault="000A7A0F">
      <w:r>
        <w:separator/>
      </w:r>
    </w:p>
  </w:endnote>
  <w:endnote w:type="continuationSeparator" w:id="0">
    <w:p w14:paraId="09919E59" w14:textId="77777777" w:rsidR="000A7A0F" w:rsidRDefault="000A7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EndPr/>
    <w:sdtContent>
      <w:sdt>
        <w:sdtPr>
          <w:id w:val="1626653302"/>
          <w:docPartObj>
            <w:docPartGallery w:val="Page Numbers (Top of Page)"/>
            <w:docPartUnique/>
          </w:docPartObj>
        </w:sdtPr>
        <w:sdtEndPr/>
        <w:sdtContent>
          <w:p w14:paraId="38712048" w14:textId="5D953F11" w:rsidR="00120D09" w:rsidRDefault="00497E32">
            <w:pPr>
              <w:pStyle w:val="Footer"/>
              <w:jc w:val="right"/>
            </w:pPr>
            <w:r>
              <w:t>стр.</w:t>
            </w:r>
            <w:r w:rsidR="00120D09">
              <w:t xml:space="preserve"> </w:t>
            </w:r>
            <w:r w:rsidR="00120D09">
              <w:rPr>
                <w:b/>
                <w:bCs/>
              </w:rPr>
              <w:fldChar w:fldCharType="begin"/>
            </w:r>
            <w:r w:rsidR="00120D09">
              <w:rPr>
                <w:b/>
                <w:bCs/>
              </w:rPr>
              <w:instrText xml:space="preserve"> PAGE </w:instrText>
            </w:r>
            <w:r w:rsidR="00120D09">
              <w:rPr>
                <w:b/>
                <w:bCs/>
              </w:rPr>
              <w:fldChar w:fldCharType="separate"/>
            </w:r>
            <w:r w:rsidR="001D72EE">
              <w:rPr>
                <w:b/>
                <w:bCs/>
                <w:noProof/>
              </w:rPr>
              <w:t>2</w:t>
            </w:r>
            <w:r w:rsidR="00120D09">
              <w:rPr>
                <w:b/>
                <w:bCs/>
              </w:rPr>
              <w:fldChar w:fldCharType="end"/>
            </w:r>
            <w:r w:rsidR="00120D09">
              <w:t xml:space="preserve"> </w:t>
            </w:r>
            <w:r>
              <w:t>от</w:t>
            </w:r>
            <w:r w:rsidR="00120D09">
              <w:t xml:space="preserve"> </w:t>
            </w:r>
            <w:r w:rsidR="00120D09">
              <w:rPr>
                <w:b/>
                <w:bCs/>
              </w:rPr>
              <w:fldChar w:fldCharType="begin"/>
            </w:r>
            <w:r w:rsidR="00120D09">
              <w:rPr>
                <w:b/>
                <w:bCs/>
              </w:rPr>
              <w:instrText xml:space="preserve"> NUMPAGES  </w:instrText>
            </w:r>
            <w:r w:rsidR="00120D09">
              <w:rPr>
                <w:b/>
                <w:bCs/>
              </w:rPr>
              <w:fldChar w:fldCharType="separate"/>
            </w:r>
            <w:r w:rsidR="001D72EE">
              <w:rPr>
                <w:b/>
                <w:bCs/>
                <w:noProof/>
              </w:rPr>
              <w:t>3</w:t>
            </w:r>
            <w:r w:rsidR="00120D09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5380339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76839315"/>
          <w:docPartObj>
            <w:docPartGallery w:val="Page Numbers (Top of Page)"/>
            <w:docPartUnique/>
          </w:docPartObj>
        </w:sdtPr>
        <w:sdtEndPr/>
        <w:sdtContent>
          <w:p w14:paraId="2F897D65" w14:textId="77777777" w:rsidR="00776B70" w:rsidRPr="008E6C4B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8E6C4B">
              <w:rPr>
                <w:sz w:val="18"/>
                <w:szCs w:val="18"/>
              </w:rPr>
              <w:t xml:space="preserve">гр. София, ул. </w:t>
            </w:r>
            <w:r w:rsidRPr="008E6C4B">
              <w:rPr>
                <w:sz w:val="18"/>
                <w:szCs w:val="18"/>
                <w:lang w:val="en-US"/>
              </w:rPr>
              <w:t>„</w:t>
            </w:r>
            <w:r w:rsidRPr="008E6C4B">
              <w:rPr>
                <w:sz w:val="18"/>
                <w:szCs w:val="18"/>
              </w:rPr>
              <w:t>Св.</w:t>
            </w:r>
            <w:r w:rsidRPr="008E6C4B">
              <w:rPr>
                <w:sz w:val="18"/>
                <w:szCs w:val="18"/>
                <w:lang w:val="en-US"/>
              </w:rPr>
              <w:t xml:space="preserve"> </w:t>
            </w:r>
            <w:r w:rsidRPr="008E6C4B">
              <w:rPr>
                <w:sz w:val="18"/>
                <w:szCs w:val="18"/>
              </w:rPr>
              <w:t>Св. Кирил и Методий</w:t>
            </w:r>
            <w:proofErr w:type="gramStart"/>
            <w:r w:rsidRPr="008E6C4B">
              <w:rPr>
                <w:sz w:val="18"/>
                <w:szCs w:val="18"/>
                <w:lang w:val="en-US"/>
              </w:rPr>
              <w:t>“</w:t>
            </w:r>
            <w:r w:rsidRPr="008E6C4B">
              <w:rPr>
                <w:sz w:val="18"/>
                <w:szCs w:val="18"/>
              </w:rPr>
              <w:t xml:space="preserve"> №</w:t>
            </w:r>
            <w:proofErr w:type="gramEnd"/>
            <w:r w:rsidRPr="008E6C4B">
              <w:rPr>
                <w:sz w:val="18"/>
                <w:szCs w:val="18"/>
              </w:rPr>
              <w:t>1</w:t>
            </w:r>
            <w:r w:rsidRPr="008E6C4B">
              <w:rPr>
                <w:sz w:val="18"/>
                <w:szCs w:val="18"/>
                <w:lang w:val="ru-RU"/>
              </w:rPr>
              <w:t>7</w:t>
            </w:r>
            <w:r w:rsidRPr="008E6C4B">
              <w:rPr>
                <w:sz w:val="18"/>
                <w:szCs w:val="18"/>
              </w:rPr>
              <w:t>-1</w:t>
            </w:r>
            <w:r w:rsidRPr="008E6C4B">
              <w:rPr>
                <w:sz w:val="18"/>
                <w:szCs w:val="18"/>
                <w:lang w:val="ru-RU"/>
              </w:rPr>
              <w:t>9</w:t>
            </w:r>
          </w:p>
          <w:p w14:paraId="489C68AD" w14:textId="77777777" w:rsidR="00776B70" w:rsidRPr="008E6C4B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8E6C4B">
              <w:rPr>
                <w:sz w:val="18"/>
                <w:szCs w:val="18"/>
              </w:rPr>
              <w:t>тел.</w:t>
            </w:r>
            <w:r w:rsidRPr="008E6C4B">
              <w:rPr>
                <w:sz w:val="18"/>
                <w:szCs w:val="18"/>
                <w:lang w:val="ru-RU"/>
              </w:rPr>
              <w:t xml:space="preserve"> </w:t>
            </w:r>
            <w:r w:rsidRPr="008E6C4B">
              <w:rPr>
                <w:sz w:val="18"/>
                <w:szCs w:val="18"/>
                <w:lang w:val="ru-RU"/>
              </w:rPr>
              <w:t>9405 900</w:t>
            </w:r>
            <w:r w:rsidRPr="008E6C4B">
              <w:rPr>
                <w:sz w:val="18"/>
                <w:szCs w:val="18"/>
              </w:rPr>
              <w:t>, факс</w:t>
            </w:r>
            <w:r w:rsidRPr="008E6C4B">
              <w:rPr>
                <w:sz w:val="18"/>
                <w:szCs w:val="18"/>
                <w:lang w:val="ru-RU"/>
              </w:rPr>
              <w:t xml:space="preserve"> 987 25 17</w:t>
            </w:r>
            <w:r w:rsidR="001468C9" w:rsidRPr="008E6C4B">
              <w:rPr>
                <w:sz w:val="18"/>
                <w:szCs w:val="18"/>
                <w:lang w:val="ru-RU"/>
              </w:rPr>
              <w:t>,</w:t>
            </w:r>
            <w:r w:rsidRPr="008E6C4B">
              <w:rPr>
                <w:rStyle w:val="Hyperlink"/>
                <w:sz w:val="18"/>
                <w:szCs w:val="18"/>
                <w:lang w:val="en-US"/>
              </w:rPr>
              <w:t xml:space="preserve"> </w:t>
            </w:r>
            <w:r w:rsidRPr="008E6C4B">
              <w:rPr>
                <w:sz w:val="18"/>
                <w:szCs w:val="18"/>
              </w:rPr>
              <w:t>e-</w:t>
            </w:r>
            <w:proofErr w:type="spellStart"/>
            <w:r w:rsidRPr="008E6C4B">
              <w:rPr>
                <w:sz w:val="18"/>
                <w:szCs w:val="18"/>
              </w:rPr>
              <w:t>mail</w:t>
            </w:r>
            <w:proofErr w:type="spellEnd"/>
            <w:r w:rsidRPr="008E6C4B">
              <w:rPr>
                <w:sz w:val="18"/>
                <w:szCs w:val="18"/>
              </w:rPr>
              <w:t>: e-mrrb@mrrb.government.bg</w:t>
            </w:r>
          </w:p>
          <w:p w14:paraId="33689EA6" w14:textId="77777777" w:rsidR="00776B70" w:rsidRPr="008E6C4B" w:rsidRDefault="000A7A0F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hyperlink r:id="rId1" w:history="1">
              <w:r w:rsidR="00776B70" w:rsidRPr="008E6C4B">
                <w:rPr>
                  <w:sz w:val="18"/>
                  <w:szCs w:val="18"/>
                </w:rPr>
                <w:t>www.mrrb.government.bg</w:t>
              </w:r>
            </w:hyperlink>
            <w:r w:rsidR="00776B70" w:rsidRPr="008E6C4B">
              <w:rPr>
                <w:sz w:val="18"/>
                <w:szCs w:val="18"/>
              </w:rPr>
              <w:t xml:space="preserve">; </w:t>
            </w:r>
          </w:p>
          <w:p w14:paraId="4F9B0C10" w14:textId="77777777" w:rsidR="00776B70" w:rsidRDefault="000A7A0F">
            <w:pPr>
              <w:pStyle w:val="Footer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0403B" w14:textId="77777777"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14:paraId="5BECCDFB" w14:textId="77777777"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</w:t>
    </w:r>
    <w:r>
      <w:rPr>
        <w:sz w:val="20"/>
        <w:szCs w:val="20"/>
        <w:lang w:val="ru-RU"/>
      </w:rPr>
      <w:t>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</w:t>
    </w:r>
    <w:proofErr w:type="spellStart"/>
    <w:r w:rsidRPr="004D67CA">
      <w:t>mail</w:t>
    </w:r>
    <w:proofErr w:type="spellEnd"/>
    <w:r w:rsidRPr="004D67CA">
      <w:t>: e-mrrb@mrrb.government.bg</w:t>
    </w:r>
  </w:p>
  <w:p w14:paraId="26A6F904" w14:textId="77777777" w:rsidR="00847255" w:rsidRPr="004D67CA" w:rsidRDefault="000A7A0F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AA7F0" w14:textId="77777777" w:rsidR="000A7A0F" w:rsidRDefault="000A7A0F">
      <w:r>
        <w:separator/>
      </w:r>
    </w:p>
  </w:footnote>
  <w:footnote w:type="continuationSeparator" w:id="0">
    <w:p w14:paraId="1F601C2E" w14:textId="77777777" w:rsidR="000A7A0F" w:rsidRDefault="000A7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776B70" w14:paraId="0A00F945" w14:textId="77777777" w:rsidTr="00776B70">
      <w:tc>
        <w:tcPr>
          <w:tcW w:w="9211" w:type="dxa"/>
        </w:tcPr>
        <w:p w14:paraId="17008527" w14:textId="77777777" w:rsidR="00776B70" w:rsidRDefault="008E340B" w:rsidP="00776B70">
          <w:pPr>
            <w:pStyle w:val="Header"/>
            <w:ind w:firstLine="0"/>
            <w:jc w:val="center"/>
          </w:pPr>
          <w:r>
            <w:t>Покана</w:t>
          </w:r>
        </w:p>
      </w:tc>
    </w:tr>
  </w:tbl>
  <w:p w14:paraId="62678636" w14:textId="77777777" w:rsidR="00682E20" w:rsidRDefault="00682E20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9F699D" w14:paraId="7DBCA6F6" w14:textId="77777777" w:rsidTr="00023F0A">
      <w:trPr>
        <w:trHeight w:val="1445"/>
      </w:trPr>
      <w:tc>
        <w:tcPr>
          <w:tcW w:w="1728" w:type="dxa"/>
        </w:tcPr>
        <w:p w14:paraId="27EF3C05" w14:textId="77777777" w:rsidR="009F699D" w:rsidRDefault="00B25E5C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8752" behindDoc="0" locked="0" layoutInCell="1" allowOverlap="1" wp14:anchorId="5E91A81C" wp14:editId="14EB1942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1" name="Picture 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1FDE5F5D" w14:textId="77777777" w:rsidR="009F699D" w:rsidRPr="00821983" w:rsidRDefault="009F699D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14:paraId="30FD3A91" w14:textId="77777777" w:rsidR="00821983" w:rsidRPr="00821983" w:rsidRDefault="009F699D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14:paraId="495E26D9" w14:textId="77777777" w:rsidR="0035704D" w:rsidRDefault="0035704D" w:rsidP="004D67CA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65"/>
    <w:multiLevelType w:val="hybridMultilevel"/>
    <w:tmpl w:val="ECC6E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A0EDC"/>
    <w:multiLevelType w:val="hybridMultilevel"/>
    <w:tmpl w:val="6944F5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1202E"/>
    <w:multiLevelType w:val="hybridMultilevel"/>
    <w:tmpl w:val="70B2F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4997"/>
    <w:multiLevelType w:val="multilevel"/>
    <w:tmpl w:val="CE6E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D727072"/>
    <w:multiLevelType w:val="hybridMultilevel"/>
    <w:tmpl w:val="4E72C5C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B74D0"/>
    <w:multiLevelType w:val="hybridMultilevel"/>
    <w:tmpl w:val="5CBE731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D74B7"/>
    <w:multiLevelType w:val="hybridMultilevel"/>
    <w:tmpl w:val="A53A53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A4"/>
    <w:rsid w:val="00011EAB"/>
    <w:rsid w:val="00017451"/>
    <w:rsid w:val="00023F0A"/>
    <w:rsid w:val="00032511"/>
    <w:rsid w:val="0008513C"/>
    <w:rsid w:val="0008612E"/>
    <w:rsid w:val="00091E43"/>
    <w:rsid w:val="000A1884"/>
    <w:rsid w:val="000A5F38"/>
    <w:rsid w:val="000A7A0F"/>
    <w:rsid w:val="000C3B8C"/>
    <w:rsid w:val="000C66B0"/>
    <w:rsid w:val="000C778F"/>
    <w:rsid w:val="001156C9"/>
    <w:rsid w:val="00120D09"/>
    <w:rsid w:val="00122688"/>
    <w:rsid w:val="00127EED"/>
    <w:rsid w:val="00141722"/>
    <w:rsid w:val="00145E77"/>
    <w:rsid w:val="001468C9"/>
    <w:rsid w:val="00146ABA"/>
    <w:rsid w:val="00147EDC"/>
    <w:rsid w:val="0016192D"/>
    <w:rsid w:val="00166203"/>
    <w:rsid w:val="001805BA"/>
    <w:rsid w:val="00190135"/>
    <w:rsid w:val="001A5B9C"/>
    <w:rsid w:val="001D72EE"/>
    <w:rsid w:val="001E1860"/>
    <w:rsid w:val="001F30E8"/>
    <w:rsid w:val="001F550E"/>
    <w:rsid w:val="00221281"/>
    <w:rsid w:val="00225A7B"/>
    <w:rsid w:val="002344B6"/>
    <w:rsid w:val="002414DF"/>
    <w:rsid w:val="00246101"/>
    <w:rsid w:val="00255ECC"/>
    <w:rsid w:val="002566D6"/>
    <w:rsid w:val="002644F7"/>
    <w:rsid w:val="0026490C"/>
    <w:rsid w:val="00272B22"/>
    <w:rsid w:val="002866A6"/>
    <w:rsid w:val="00290E1D"/>
    <w:rsid w:val="002E1186"/>
    <w:rsid w:val="002E2B51"/>
    <w:rsid w:val="00306167"/>
    <w:rsid w:val="00322AD7"/>
    <w:rsid w:val="003312DA"/>
    <w:rsid w:val="0034048A"/>
    <w:rsid w:val="003448AA"/>
    <w:rsid w:val="0035704D"/>
    <w:rsid w:val="003622CA"/>
    <w:rsid w:val="003736FE"/>
    <w:rsid w:val="0037679B"/>
    <w:rsid w:val="003B01AF"/>
    <w:rsid w:val="003B4686"/>
    <w:rsid w:val="00406CA3"/>
    <w:rsid w:val="00411956"/>
    <w:rsid w:val="0041296D"/>
    <w:rsid w:val="00445216"/>
    <w:rsid w:val="00452ACE"/>
    <w:rsid w:val="00457358"/>
    <w:rsid w:val="00475D52"/>
    <w:rsid w:val="00485EC5"/>
    <w:rsid w:val="0049182A"/>
    <w:rsid w:val="00493008"/>
    <w:rsid w:val="00495290"/>
    <w:rsid w:val="004956B7"/>
    <w:rsid w:val="00497E32"/>
    <w:rsid w:val="004A6D4E"/>
    <w:rsid w:val="004B0BB4"/>
    <w:rsid w:val="004B35C1"/>
    <w:rsid w:val="004C46C8"/>
    <w:rsid w:val="004D134E"/>
    <w:rsid w:val="004D49C2"/>
    <w:rsid w:val="004D614C"/>
    <w:rsid w:val="004D67CA"/>
    <w:rsid w:val="004E21D1"/>
    <w:rsid w:val="004F5B91"/>
    <w:rsid w:val="005024A4"/>
    <w:rsid w:val="005040E7"/>
    <w:rsid w:val="00522E2B"/>
    <w:rsid w:val="00530770"/>
    <w:rsid w:val="00540542"/>
    <w:rsid w:val="00551210"/>
    <w:rsid w:val="00562571"/>
    <w:rsid w:val="00564A1E"/>
    <w:rsid w:val="00572029"/>
    <w:rsid w:val="00573F7B"/>
    <w:rsid w:val="005860F1"/>
    <w:rsid w:val="00594D1E"/>
    <w:rsid w:val="00597130"/>
    <w:rsid w:val="005A231E"/>
    <w:rsid w:val="005A4C22"/>
    <w:rsid w:val="005C3210"/>
    <w:rsid w:val="005C75AB"/>
    <w:rsid w:val="005D1003"/>
    <w:rsid w:val="005E6192"/>
    <w:rsid w:val="005F03CC"/>
    <w:rsid w:val="005F0FEA"/>
    <w:rsid w:val="0061029A"/>
    <w:rsid w:val="006379EA"/>
    <w:rsid w:val="0064068C"/>
    <w:rsid w:val="0064313A"/>
    <w:rsid w:val="00654769"/>
    <w:rsid w:val="006552CC"/>
    <w:rsid w:val="006665A9"/>
    <w:rsid w:val="00680093"/>
    <w:rsid w:val="00682E20"/>
    <w:rsid w:val="006913AF"/>
    <w:rsid w:val="0069463B"/>
    <w:rsid w:val="006A7E35"/>
    <w:rsid w:val="006B7259"/>
    <w:rsid w:val="006B7F91"/>
    <w:rsid w:val="006C03A0"/>
    <w:rsid w:val="006D33C5"/>
    <w:rsid w:val="006E4577"/>
    <w:rsid w:val="006E712C"/>
    <w:rsid w:val="006F0B70"/>
    <w:rsid w:val="006F5902"/>
    <w:rsid w:val="0070161C"/>
    <w:rsid w:val="00701B7B"/>
    <w:rsid w:val="00710C77"/>
    <w:rsid w:val="007207C7"/>
    <w:rsid w:val="007275C5"/>
    <w:rsid w:val="00740F73"/>
    <w:rsid w:val="00744070"/>
    <w:rsid w:val="00744568"/>
    <w:rsid w:val="007473E6"/>
    <w:rsid w:val="00766AF9"/>
    <w:rsid w:val="00773444"/>
    <w:rsid w:val="00776B70"/>
    <w:rsid w:val="007858E4"/>
    <w:rsid w:val="00794B2F"/>
    <w:rsid w:val="007A26D0"/>
    <w:rsid w:val="007A4C42"/>
    <w:rsid w:val="007B505A"/>
    <w:rsid w:val="007C0D99"/>
    <w:rsid w:val="007D4C7A"/>
    <w:rsid w:val="007F0378"/>
    <w:rsid w:val="007F17D1"/>
    <w:rsid w:val="008164CD"/>
    <w:rsid w:val="00821983"/>
    <w:rsid w:val="008236BC"/>
    <w:rsid w:val="00827212"/>
    <w:rsid w:val="00833AE6"/>
    <w:rsid w:val="008373A4"/>
    <w:rsid w:val="00847255"/>
    <w:rsid w:val="00851CEC"/>
    <w:rsid w:val="00863552"/>
    <w:rsid w:val="0087415D"/>
    <w:rsid w:val="00883DAD"/>
    <w:rsid w:val="008B0255"/>
    <w:rsid w:val="008B5A2A"/>
    <w:rsid w:val="008C095A"/>
    <w:rsid w:val="008D6906"/>
    <w:rsid w:val="008E219A"/>
    <w:rsid w:val="008E340B"/>
    <w:rsid w:val="008E6C4B"/>
    <w:rsid w:val="008F0A7B"/>
    <w:rsid w:val="008F2621"/>
    <w:rsid w:val="00912CD2"/>
    <w:rsid w:val="0091547C"/>
    <w:rsid w:val="00917D1E"/>
    <w:rsid w:val="009207DD"/>
    <w:rsid w:val="00945767"/>
    <w:rsid w:val="00966577"/>
    <w:rsid w:val="00971D80"/>
    <w:rsid w:val="0098299E"/>
    <w:rsid w:val="00991FBE"/>
    <w:rsid w:val="009D0649"/>
    <w:rsid w:val="009D6429"/>
    <w:rsid w:val="009E2D15"/>
    <w:rsid w:val="009E40B0"/>
    <w:rsid w:val="009F699D"/>
    <w:rsid w:val="00A13E81"/>
    <w:rsid w:val="00A1592E"/>
    <w:rsid w:val="00A17AE7"/>
    <w:rsid w:val="00A245F1"/>
    <w:rsid w:val="00A30124"/>
    <w:rsid w:val="00A3041D"/>
    <w:rsid w:val="00A30528"/>
    <w:rsid w:val="00A30D86"/>
    <w:rsid w:val="00A370D6"/>
    <w:rsid w:val="00A43A6A"/>
    <w:rsid w:val="00A503EB"/>
    <w:rsid w:val="00A507BC"/>
    <w:rsid w:val="00A56504"/>
    <w:rsid w:val="00A74520"/>
    <w:rsid w:val="00A86CE8"/>
    <w:rsid w:val="00A9233E"/>
    <w:rsid w:val="00AA5810"/>
    <w:rsid w:val="00AA5C91"/>
    <w:rsid w:val="00AA797E"/>
    <w:rsid w:val="00AB183D"/>
    <w:rsid w:val="00AB673B"/>
    <w:rsid w:val="00AC0ED2"/>
    <w:rsid w:val="00AF588D"/>
    <w:rsid w:val="00B13FB4"/>
    <w:rsid w:val="00B256F3"/>
    <w:rsid w:val="00B25E5C"/>
    <w:rsid w:val="00B7444F"/>
    <w:rsid w:val="00B75166"/>
    <w:rsid w:val="00B8516A"/>
    <w:rsid w:val="00BA7270"/>
    <w:rsid w:val="00BA7485"/>
    <w:rsid w:val="00BA7B65"/>
    <w:rsid w:val="00BC12BD"/>
    <w:rsid w:val="00BD00B3"/>
    <w:rsid w:val="00BD0A87"/>
    <w:rsid w:val="00BD278F"/>
    <w:rsid w:val="00BD5444"/>
    <w:rsid w:val="00BE5789"/>
    <w:rsid w:val="00BF0F31"/>
    <w:rsid w:val="00BF1C66"/>
    <w:rsid w:val="00BF39BB"/>
    <w:rsid w:val="00C06E3C"/>
    <w:rsid w:val="00C12762"/>
    <w:rsid w:val="00C25530"/>
    <w:rsid w:val="00C43DBF"/>
    <w:rsid w:val="00C55AD5"/>
    <w:rsid w:val="00C60E66"/>
    <w:rsid w:val="00C8124C"/>
    <w:rsid w:val="00C85FF9"/>
    <w:rsid w:val="00C90AE0"/>
    <w:rsid w:val="00CC5AC8"/>
    <w:rsid w:val="00CD6638"/>
    <w:rsid w:val="00CE499A"/>
    <w:rsid w:val="00D03BE0"/>
    <w:rsid w:val="00D10829"/>
    <w:rsid w:val="00D3393A"/>
    <w:rsid w:val="00D34E68"/>
    <w:rsid w:val="00D55B19"/>
    <w:rsid w:val="00D677F2"/>
    <w:rsid w:val="00D71DF1"/>
    <w:rsid w:val="00D744B9"/>
    <w:rsid w:val="00D764A8"/>
    <w:rsid w:val="00D85E64"/>
    <w:rsid w:val="00D94485"/>
    <w:rsid w:val="00D95F84"/>
    <w:rsid w:val="00DC2D67"/>
    <w:rsid w:val="00DD24C8"/>
    <w:rsid w:val="00DD28AF"/>
    <w:rsid w:val="00DD3DFE"/>
    <w:rsid w:val="00DD632C"/>
    <w:rsid w:val="00DF1289"/>
    <w:rsid w:val="00DF2FD9"/>
    <w:rsid w:val="00E15176"/>
    <w:rsid w:val="00E208FA"/>
    <w:rsid w:val="00E50E49"/>
    <w:rsid w:val="00E53F91"/>
    <w:rsid w:val="00E56A56"/>
    <w:rsid w:val="00E61CDE"/>
    <w:rsid w:val="00E748AE"/>
    <w:rsid w:val="00EA2D8C"/>
    <w:rsid w:val="00EC02E4"/>
    <w:rsid w:val="00EF23D2"/>
    <w:rsid w:val="00EF3208"/>
    <w:rsid w:val="00F00BDD"/>
    <w:rsid w:val="00F43052"/>
    <w:rsid w:val="00F456F5"/>
    <w:rsid w:val="00F56072"/>
    <w:rsid w:val="00F57E7E"/>
    <w:rsid w:val="00F60F76"/>
    <w:rsid w:val="00F74DD5"/>
    <w:rsid w:val="00F81F9F"/>
    <w:rsid w:val="00F96D92"/>
    <w:rsid w:val="00FC01EE"/>
    <w:rsid w:val="00FC4755"/>
    <w:rsid w:val="00FD5261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34BFB6"/>
  <w15:docId w15:val="{58E3B669-2123-4486-BB5C-4FE831F8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22128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212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21281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212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21281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22128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212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yanovaE\Documents\correspondence\blanki\paper\1P3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1P3_Minister.dotx</Template>
  <TotalTime>24</TotalTime>
  <Pages>3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3330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StoyanovaE</dc:creator>
  <cp:lastModifiedBy>DESISLAVA TODOROVA DAKOVA</cp:lastModifiedBy>
  <cp:revision>27</cp:revision>
  <cp:lastPrinted>2018-08-21T12:42:00Z</cp:lastPrinted>
  <dcterms:created xsi:type="dcterms:W3CDTF">2020-08-06T11:28:00Z</dcterms:created>
  <dcterms:modified xsi:type="dcterms:W3CDTF">2020-08-18T05:49:00Z</dcterms:modified>
</cp:coreProperties>
</file>